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D1F" w:rsidRPr="004C27B4" w:rsidRDefault="00B37D1F" w:rsidP="00B37D1F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4C27B4">
        <w:rPr>
          <w:rFonts w:ascii="Corbel" w:hAnsi="Corbel"/>
          <w:b/>
          <w:smallCaps/>
          <w:sz w:val="24"/>
          <w:szCs w:val="24"/>
        </w:rPr>
        <w:t>SYLABUS</w:t>
      </w:r>
    </w:p>
    <w:p w:rsidR="00B37D1F" w:rsidRPr="004C27B4" w:rsidRDefault="00B37D1F" w:rsidP="00B37D1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27B4">
        <w:rPr>
          <w:rFonts w:ascii="Corbel" w:hAnsi="Corbel"/>
          <w:b/>
          <w:smallCaps/>
          <w:sz w:val="24"/>
          <w:szCs w:val="24"/>
        </w:rPr>
        <w:t>dotyczy cyklu kształcenia 202</w:t>
      </w:r>
      <w:r w:rsidR="005436D8">
        <w:rPr>
          <w:rFonts w:ascii="Corbel" w:hAnsi="Corbel"/>
          <w:b/>
          <w:smallCaps/>
          <w:sz w:val="24"/>
          <w:szCs w:val="24"/>
        </w:rPr>
        <w:t>1</w:t>
      </w:r>
      <w:r w:rsidRPr="004C27B4">
        <w:rPr>
          <w:rFonts w:ascii="Corbel" w:hAnsi="Corbel"/>
          <w:b/>
          <w:smallCaps/>
          <w:sz w:val="24"/>
          <w:szCs w:val="24"/>
        </w:rPr>
        <w:t>-202</w:t>
      </w:r>
      <w:r w:rsidR="005436D8">
        <w:rPr>
          <w:rFonts w:ascii="Corbel" w:hAnsi="Corbel"/>
          <w:b/>
          <w:smallCaps/>
          <w:sz w:val="24"/>
          <w:szCs w:val="24"/>
        </w:rPr>
        <w:t>6</w:t>
      </w:r>
      <w:r w:rsidRPr="004C27B4">
        <w:rPr>
          <w:rFonts w:ascii="Corbel" w:hAnsi="Corbel"/>
          <w:i/>
          <w:sz w:val="24"/>
          <w:szCs w:val="24"/>
        </w:rPr>
        <w:t xml:space="preserve">                                </w:t>
      </w:r>
    </w:p>
    <w:p w:rsidR="00B37D1F" w:rsidRPr="004C27B4" w:rsidRDefault="00B37D1F" w:rsidP="00B37D1F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4C27B4">
        <w:rPr>
          <w:rFonts w:ascii="Corbel" w:hAnsi="Corbel"/>
          <w:sz w:val="24"/>
          <w:szCs w:val="24"/>
        </w:rPr>
        <w:t xml:space="preserve">Rok akademicki </w:t>
      </w:r>
      <w:r w:rsidRPr="004C27B4">
        <w:rPr>
          <w:rFonts w:ascii="Corbel" w:hAnsi="Corbel"/>
          <w:b/>
          <w:sz w:val="24"/>
          <w:szCs w:val="24"/>
        </w:rPr>
        <w:t>202</w:t>
      </w:r>
      <w:r w:rsidR="005436D8">
        <w:rPr>
          <w:rFonts w:ascii="Corbel" w:hAnsi="Corbel"/>
          <w:b/>
          <w:sz w:val="24"/>
          <w:szCs w:val="24"/>
        </w:rPr>
        <w:t>2</w:t>
      </w:r>
      <w:r w:rsidRPr="004C27B4">
        <w:rPr>
          <w:rFonts w:ascii="Corbel" w:hAnsi="Corbel"/>
          <w:b/>
          <w:sz w:val="24"/>
          <w:szCs w:val="24"/>
        </w:rPr>
        <w:t>/202</w:t>
      </w:r>
      <w:r w:rsidR="005436D8">
        <w:rPr>
          <w:rFonts w:ascii="Corbel" w:hAnsi="Corbel"/>
          <w:b/>
          <w:sz w:val="24"/>
          <w:szCs w:val="24"/>
        </w:rPr>
        <w:t>3</w:t>
      </w:r>
      <w:bookmarkStart w:id="0" w:name="_GoBack"/>
      <w:bookmarkEnd w:id="0"/>
    </w:p>
    <w:p w:rsidR="0085747A" w:rsidRPr="004C27B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27B4">
        <w:rPr>
          <w:rFonts w:ascii="Corbel" w:hAnsi="Corbel"/>
          <w:szCs w:val="24"/>
        </w:rPr>
        <w:t xml:space="preserve">1. </w:t>
      </w:r>
      <w:r w:rsidR="0085747A" w:rsidRPr="004C27B4">
        <w:rPr>
          <w:rFonts w:ascii="Corbel" w:hAnsi="Corbel"/>
          <w:szCs w:val="24"/>
        </w:rPr>
        <w:t xml:space="preserve">Podstawowe </w:t>
      </w:r>
      <w:r w:rsidR="00445970" w:rsidRPr="004C27B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C27B4" w:rsidTr="00B819C8">
        <w:tc>
          <w:tcPr>
            <w:tcW w:w="2694" w:type="dxa"/>
            <w:vAlign w:val="center"/>
          </w:tcPr>
          <w:p w:rsidR="0085747A" w:rsidRPr="004C27B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C27B4" w:rsidRDefault="00B37D1F" w:rsidP="00C061C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4C27B4">
              <w:rPr>
                <w:rFonts w:ascii="Corbel" w:hAnsi="Corbel"/>
                <w:color w:val="auto"/>
                <w:sz w:val="24"/>
                <w:szCs w:val="24"/>
              </w:rPr>
              <w:t>p</w:t>
            </w:r>
            <w:r w:rsidR="00FC0E21" w:rsidRPr="004C27B4">
              <w:rPr>
                <w:rFonts w:ascii="Corbel" w:hAnsi="Corbel"/>
                <w:color w:val="auto"/>
                <w:sz w:val="24"/>
                <w:szCs w:val="24"/>
              </w:rPr>
              <w:t>edagogika osób z niepełnosprawnością ruchową i fizyczną</w:t>
            </w:r>
          </w:p>
        </w:tc>
      </w:tr>
      <w:tr w:rsidR="00B37D1F" w:rsidRPr="004C27B4" w:rsidTr="00B819C8">
        <w:tc>
          <w:tcPr>
            <w:tcW w:w="2694" w:type="dxa"/>
            <w:vAlign w:val="center"/>
          </w:tcPr>
          <w:p w:rsidR="00B37D1F" w:rsidRPr="004C27B4" w:rsidRDefault="00B37D1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37D1F" w:rsidRPr="004C27B4" w:rsidRDefault="00B37D1F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37D1F" w:rsidRPr="004C27B4" w:rsidTr="00B819C8">
        <w:tc>
          <w:tcPr>
            <w:tcW w:w="2694" w:type="dxa"/>
            <w:vAlign w:val="center"/>
          </w:tcPr>
          <w:p w:rsidR="00B37D1F" w:rsidRPr="004C27B4" w:rsidRDefault="00B37D1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37D1F" w:rsidRPr="004C27B4" w:rsidRDefault="00B37D1F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B37D1F" w:rsidRPr="004C27B4" w:rsidTr="00B819C8">
        <w:tc>
          <w:tcPr>
            <w:tcW w:w="2694" w:type="dxa"/>
            <w:vAlign w:val="center"/>
          </w:tcPr>
          <w:p w:rsidR="00B37D1F" w:rsidRPr="004C27B4" w:rsidRDefault="00B37D1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37D1F" w:rsidRPr="004C27B4" w:rsidRDefault="00B37D1F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B37D1F" w:rsidRPr="004C27B4" w:rsidTr="00B819C8">
        <w:tc>
          <w:tcPr>
            <w:tcW w:w="2694" w:type="dxa"/>
            <w:vAlign w:val="center"/>
          </w:tcPr>
          <w:p w:rsidR="00B37D1F" w:rsidRPr="004C27B4" w:rsidRDefault="00B37D1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37D1F" w:rsidRPr="004C27B4" w:rsidRDefault="00B37D1F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B37D1F" w:rsidRPr="004C27B4" w:rsidTr="00B819C8">
        <w:tc>
          <w:tcPr>
            <w:tcW w:w="2694" w:type="dxa"/>
            <w:vAlign w:val="center"/>
          </w:tcPr>
          <w:p w:rsidR="00B37D1F" w:rsidRPr="004C27B4" w:rsidRDefault="00B37D1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37D1F" w:rsidRPr="004C27B4" w:rsidRDefault="00B37D1F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37D1F" w:rsidRPr="004C27B4" w:rsidTr="00B819C8">
        <w:tc>
          <w:tcPr>
            <w:tcW w:w="2694" w:type="dxa"/>
            <w:vAlign w:val="center"/>
          </w:tcPr>
          <w:p w:rsidR="00B37D1F" w:rsidRPr="004C27B4" w:rsidRDefault="00B37D1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37D1F" w:rsidRPr="004C27B4" w:rsidRDefault="00B37D1F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37D1F" w:rsidRPr="004C27B4" w:rsidTr="00B819C8">
        <w:tc>
          <w:tcPr>
            <w:tcW w:w="2694" w:type="dxa"/>
            <w:vAlign w:val="center"/>
          </w:tcPr>
          <w:p w:rsidR="00B37D1F" w:rsidRPr="004C27B4" w:rsidRDefault="00B37D1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37D1F" w:rsidRPr="004C27B4" w:rsidRDefault="00B37D1F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B37D1F" w:rsidRPr="004C27B4" w:rsidTr="00B819C8">
        <w:tc>
          <w:tcPr>
            <w:tcW w:w="2694" w:type="dxa"/>
            <w:vAlign w:val="center"/>
          </w:tcPr>
          <w:p w:rsidR="00B37D1F" w:rsidRPr="004C27B4" w:rsidRDefault="00B37D1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37D1F" w:rsidRPr="004C27B4" w:rsidRDefault="00B37D1F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 xml:space="preserve">II rok, 3 semestr </w:t>
            </w:r>
          </w:p>
        </w:tc>
      </w:tr>
      <w:tr w:rsidR="00B37D1F" w:rsidRPr="004C27B4" w:rsidTr="00B819C8">
        <w:tc>
          <w:tcPr>
            <w:tcW w:w="2694" w:type="dxa"/>
            <w:vAlign w:val="center"/>
          </w:tcPr>
          <w:p w:rsidR="00B37D1F" w:rsidRPr="004C27B4" w:rsidRDefault="00B37D1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37D1F" w:rsidRPr="004C27B4" w:rsidRDefault="00B37D1F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B37D1F" w:rsidRPr="004C27B4" w:rsidTr="00B819C8">
        <w:tc>
          <w:tcPr>
            <w:tcW w:w="2694" w:type="dxa"/>
            <w:vAlign w:val="center"/>
          </w:tcPr>
          <w:p w:rsidR="00B37D1F" w:rsidRPr="004C27B4" w:rsidRDefault="00B37D1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37D1F" w:rsidRPr="004C27B4" w:rsidRDefault="00B37D1F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37D1F" w:rsidRPr="004C27B4" w:rsidTr="00B819C8">
        <w:tc>
          <w:tcPr>
            <w:tcW w:w="2694" w:type="dxa"/>
            <w:vAlign w:val="center"/>
          </w:tcPr>
          <w:p w:rsidR="00B37D1F" w:rsidRPr="004C27B4" w:rsidRDefault="00B37D1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37D1F" w:rsidRPr="004C27B4" w:rsidRDefault="00B37D1F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B37D1F" w:rsidRPr="004C27B4" w:rsidTr="00B819C8">
        <w:tc>
          <w:tcPr>
            <w:tcW w:w="2694" w:type="dxa"/>
            <w:vAlign w:val="center"/>
          </w:tcPr>
          <w:p w:rsidR="00B37D1F" w:rsidRPr="004C27B4" w:rsidRDefault="00B37D1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37D1F" w:rsidRPr="004C27B4" w:rsidRDefault="00B37D1F" w:rsidP="00B37D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>dr Beata Gumienny</w:t>
            </w:r>
          </w:p>
        </w:tc>
      </w:tr>
    </w:tbl>
    <w:p w:rsidR="00923D7D" w:rsidRPr="004C27B4" w:rsidRDefault="0085747A" w:rsidP="00A815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4C27B4">
        <w:rPr>
          <w:rFonts w:ascii="Corbel" w:hAnsi="Corbel"/>
          <w:sz w:val="24"/>
          <w:szCs w:val="24"/>
        </w:rPr>
        <w:t xml:space="preserve">* </w:t>
      </w:r>
      <w:r w:rsidRPr="004C27B4">
        <w:rPr>
          <w:rFonts w:ascii="Corbel" w:hAnsi="Corbel"/>
          <w:i/>
          <w:sz w:val="24"/>
          <w:szCs w:val="24"/>
        </w:rPr>
        <w:t>-</w:t>
      </w:r>
      <w:r w:rsidR="00B90885" w:rsidRPr="004C27B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27B4">
        <w:rPr>
          <w:rFonts w:ascii="Corbel" w:hAnsi="Corbel"/>
          <w:b w:val="0"/>
          <w:sz w:val="24"/>
          <w:szCs w:val="24"/>
        </w:rPr>
        <w:t>e,</w:t>
      </w:r>
      <w:r w:rsidRPr="004C27B4">
        <w:rPr>
          <w:rFonts w:ascii="Corbel" w:hAnsi="Corbel"/>
          <w:i/>
          <w:sz w:val="24"/>
          <w:szCs w:val="24"/>
        </w:rPr>
        <w:t xml:space="preserve"> </w:t>
      </w:r>
      <w:r w:rsidRPr="004C27B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27B4">
        <w:rPr>
          <w:rFonts w:ascii="Corbel" w:hAnsi="Corbel"/>
          <w:b w:val="0"/>
          <w:i/>
          <w:sz w:val="24"/>
          <w:szCs w:val="24"/>
        </w:rPr>
        <w:t>w Jednostce</w:t>
      </w:r>
    </w:p>
    <w:p w:rsidR="00A81544" w:rsidRPr="004C27B4" w:rsidRDefault="00A81544" w:rsidP="00A81544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4C27B4" w:rsidRDefault="0085747A" w:rsidP="0075135E">
      <w:pPr>
        <w:pStyle w:val="Podpunkty"/>
        <w:ind w:left="284"/>
        <w:rPr>
          <w:rFonts w:ascii="Corbel" w:hAnsi="Corbel"/>
          <w:sz w:val="24"/>
          <w:szCs w:val="24"/>
        </w:rPr>
      </w:pPr>
      <w:r w:rsidRPr="004C27B4">
        <w:rPr>
          <w:rFonts w:ascii="Corbel" w:hAnsi="Corbel"/>
          <w:sz w:val="24"/>
          <w:szCs w:val="24"/>
        </w:rPr>
        <w:t>1.</w:t>
      </w:r>
      <w:r w:rsidR="00E22FBC" w:rsidRPr="004C27B4">
        <w:rPr>
          <w:rFonts w:ascii="Corbel" w:hAnsi="Corbel"/>
          <w:sz w:val="24"/>
          <w:szCs w:val="24"/>
        </w:rPr>
        <w:t>1</w:t>
      </w:r>
      <w:r w:rsidRPr="004C27B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4C27B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C27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27B4">
              <w:rPr>
                <w:rFonts w:ascii="Corbel" w:hAnsi="Corbel"/>
                <w:szCs w:val="24"/>
              </w:rPr>
              <w:t>Semestr</w:t>
            </w:r>
          </w:p>
          <w:p w:rsidR="00015B8F" w:rsidRPr="004C27B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27B4">
              <w:rPr>
                <w:rFonts w:ascii="Corbel" w:hAnsi="Corbel"/>
                <w:szCs w:val="24"/>
              </w:rPr>
              <w:t>(</w:t>
            </w:r>
            <w:r w:rsidR="00363F78" w:rsidRPr="004C27B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C27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27B4">
              <w:rPr>
                <w:rFonts w:ascii="Corbel" w:hAnsi="Corbel"/>
                <w:szCs w:val="24"/>
              </w:rPr>
              <w:t>Wykł</w:t>
            </w:r>
            <w:proofErr w:type="spellEnd"/>
            <w:r w:rsidRPr="004C27B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C27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27B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C27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27B4">
              <w:rPr>
                <w:rFonts w:ascii="Corbel" w:hAnsi="Corbel"/>
                <w:szCs w:val="24"/>
              </w:rPr>
              <w:t>Konw</w:t>
            </w:r>
            <w:proofErr w:type="spellEnd"/>
            <w:r w:rsidRPr="004C27B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C27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27B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27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27B4">
              <w:rPr>
                <w:rFonts w:ascii="Corbel" w:hAnsi="Corbel"/>
                <w:szCs w:val="24"/>
              </w:rPr>
              <w:t>Sem</w:t>
            </w:r>
            <w:proofErr w:type="spellEnd"/>
            <w:r w:rsidRPr="004C27B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C27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27B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C27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C27B4">
              <w:rPr>
                <w:rFonts w:ascii="Corbel" w:hAnsi="Corbel"/>
                <w:szCs w:val="24"/>
              </w:rPr>
              <w:t>Prakt</w:t>
            </w:r>
            <w:proofErr w:type="spellEnd"/>
            <w:r w:rsidRPr="004C27B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C27B4" w:rsidRDefault="00B37D1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27B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C27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27B4">
              <w:rPr>
                <w:rFonts w:ascii="Corbel" w:hAnsi="Corbel"/>
                <w:b/>
                <w:szCs w:val="24"/>
              </w:rPr>
              <w:t>Liczba pkt</w:t>
            </w:r>
            <w:r w:rsidR="00B90885" w:rsidRPr="004C27B4">
              <w:rPr>
                <w:rFonts w:ascii="Corbel" w:hAnsi="Corbel"/>
                <w:b/>
                <w:szCs w:val="24"/>
              </w:rPr>
              <w:t>.</w:t>
            </w:r>
            <w:r w:rsidRPr="004C27B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C27B4" w:rsidTr="00B37D1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27B4" w:rsidRDefault="00D22573" w:rsidP="00B37D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27B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27B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27B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27B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27B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27B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27B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27B4" w:rsidRDefault="00B37D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27B4" w:rsidRDefault="00D225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75135E" w:rsidRPr="004C27B4" w:rsidRDefault="0075135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85747A" w:rsidRPr="004C27B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27B4">
        <w:rPr>
          <w:rFonts w:ascii="Corbel" w:hAnsi="Corbel"/>
          <w:smallCaps w:val="0"/>
          <w:szCs w:val="24"/>
        </w:rPr>
        <w:t>1.</w:t>
      </w:r>
      <w:r w:rsidR="00E22FBC" w:rsidRPr="004C27B4">
        <w:rPr>
          <w:rFonts w:ascii="Corbel" w:hAnsi="Corbel"/>
          <w:smallCaps w:val="0"/>
          <w:szCs w:val="24"/>
        </w:rPr>
        <w:t>2</w:t>
      </w:r>
      <w:r w:rsidR="00F83B28" w:rsidRPr="004C27B4">
        <w:rPr>
          <w:rFonts w:ascii="Corbel" w:hAnsi="Corbel"/>
          <w:smallCaps w:val="0"/>
          <w:szCs w:val="24"/>
        </w:rPr>
        <w:t>.</w:t>
      </w:r>
      <w:r w:rsidR="00F83B28" w:rsidRPr="004C27B4">
        <w:rPr>
          <w:rFonts w:ascii="Corbel" w:hAnsi="Corbel"/>
          <w:smallCaps w:val="0"/>
          <w:szCs w:val="24"/>
        </w:rPr>
        <w:tab/>
      </w:r>
      <w:r w:rsidRPr="004C27B4">
        <w:rPr>
          <w:rFonts w:ascii="Corbel" w:hAnsi="Corbel"/>
          <w:smallCaps w:val="0"/>
          <w:szCs w:val="24"/>
        </w:rPr>
        <w:t xml:space="preserve">Sposób realizacji zajęć  </w:t>
      </w:r>
    </w:p>
    <w:p w:rsidR="00B37D1F" w:rsidRPr="004C27B4" w:rsidRDefault="00B37D1F" w:rsidP="00B37D1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C27B4">
        <w:rPr>
          <w:rFonts w:ascii="Corbel" w:eastAsia="MS Gothic" w:hAnsi="Corbel"/>
          <w:b w:val="0"/>
          <w:szCs w:val="24"/>
        </w:rPr>
        <w:sym w:font="Wingdings" w:char="F078"/>
      </w:r>
      <w:r w:rsidRPr="004C27B4">
        <w:rPr>
          <w:rFonts w:ascii="Corbel" w:eastAsia="MS Gothic" w:hAnsi="Corbel"/>
          <w:b w:val="0"/>
          <w:szCs w:val="24"/>
        </w:rPr>
        <w:t xml:space="preserve"> </w:t>
      </w:r>
      <w:r w:rsidRPr="004C27B4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4C27B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C27B4">
        <w:rPr>
          <w:rFonts w:ascii="MS Gothic" w:eastAsia="MS Gothic" w:hAnsi="MS Gothic" w:cs="MS Gothic" w:hint="eastAsia"/>
          <w:b w:val="0"/>
          <w:szCs w:val="24"/>
        </w:rPr>
        <w:t>☐</w:t>
      </w:r>
      <w:r w:rsidRPr="004C27B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C27B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4C27B4" w:rsidRDefault="00E22FBC" w:rsidP="00B37D1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4C27B4">
        <w:rPr>
          <w:rFonts w:ascii="Corbel" w:hAnsi="Corbel"/>
          <w:smallCaps w:val="0"/>
          <w:szCs w:val="24"/>
        </w:rPr>
        <w:t xml:space="preserve">1.3 </w:t>
      </w:r>
      <w:r w:rsidR="00F83B28" w:rsidRPr="004C27B4">
        <w:rPr>
          <w:rFonts w:ascii="Corbel" w:hAnsi="Corbel"/>
          <w:smallCaps w:val="0"/>
          <w:szCs w:val="24"/>
        </w:rPr>
        <w:tab/>
      </w:r>
      <w:r w:rsidRPr="004C27B4">
        <w:rPr>
          <w:rFonts w:ascii="Corbel" w:hAnsi="Corbel"/>
          <w:smallCaps w:val="0"/>
          <w:szCs w:val="24"/>
        </w:rPr>
        <w:t>For</w:t>
      </w:r>
      <w:r w:rsidR="00445970" w:rsidRPr="004C27B4">
        <w:rPr>
          <w:rFonts w:ascii="Corbel" w:hAnsi="Corbel"/>
          <w:smallCaps w:val="0"/>
          <w:szCs w:val="24"/>
        </w:rPr>
        <w:t xml:space="preserve">ma zaliczenia przedmiotu </w:t>
      </w:r>
      <w:r w:rsidRPr="004C27B4">
        <w:rPr>
          <w:rFonts w:ascii="Corbel" w:hAnsi="Corbel"/>
          <w:smallCaps w:val="0"/>
          <w:szCs w:val="24"/>
        </w:rPr>
        <w:t xml:space="preserve"> (z toku) </w:t>
      </w:r>
    </w:p>
    <w:p w:rsidR="00B37D1F" w:rsidRPr="004C27B4" w:rsidRDefault="00B37D1F" w:rsidP="00B37D1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C27B4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E960BB" w:rsidRPr="004C27B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4C27B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27B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C27B4" w:rsidTr="00745302">
        <w:tc>
          <w:tcPr>
            <w:tcW w:w="9670" w:type="dxa"/>
          </w:tcPr>
          <w:p w:rsidR="0085747A" w:rsidRPr="004C27B4" w:rsidRDefault="003A7E7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Biomedyczne podstawy rozwoju i wychowania, </w:t>
            </w:r>
            <w:r w:rsidR="0075135E" w:rsidRPr="004C27B4">
              <w:rPr>
                <w:rFonts w:ascii="Corbel" w:hAnsi="Corbel"/>
                <w:b w:val="0"/>
                <w:smallCaps w:val="0"/>
                <w:szCs w:val="24"/>
              </w:rPr>
              <w:t>Psychologia rozwojowa</w:t>
            </w:r>
            <w:r w:rsidRPr="004C27B4">
              <w:rPr>
                <w:rFonts w:ascii="Corbel" w:hAnsi="Corbel"/>
                <w:b w:val="0"/>
                <w:smallCaps w:val="0"/>
                <w:szCs w:val="24"/>
              </w:rPr>
              <w:t>, Teoretyczne podstawy kształcenia, Teoretyczne podstawy wychowania,</w:t>
            </w:r>
          </w:p>
        </w:tc>
      </w:tr>
    </w:tbl>
    <w:p w:rsidR="00153C41" w:rsidRPr="004C27B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C27B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27B4">
        <w:rPr>
          <w:rFonts w:ascii="Corbel" w:hAnsi="Corbel"/>
          <w:szCs w:val="24"/>
        </w:rPr>
        <w:t>3.</w:t>
      </w:r>
      <w:r w:rsidR="0085747A" w:rsidRPr="004C27B4">
        <w:rPr>
          <w:rFonts w:ascii="Corbel" w:hAnsi="Corbel"/>
          <w:szCs w:val="24"/>
        </w:rPr>
        <w:t xml:space="preserve"> </w:t>
      </w:r>
      <w:r w:rsidR="00A84C85" w:rsidRPr="004C27B4">
        <w:rPr>
          <w:rFonts w:ascii="Corbel" w:hAnsi="Corbel"/>
          <w:szCs w:val="24"/>
        </w:rPr>
        <w:t>cele, efekty uczenia się</w:t>
      </w:r>
      <w:r w:rsidR="0085747A" w:rsidRPr="004C27B4">
        <w:rPr>
          <w:rFonts w:ascii="Corbel" w:hAnsi="Corbel"/>
          <w:szCs w:val="24"/>
        </w:rPr>
        <w:t xml:space="preserve"> , treści Programowe i stosowane metody Dydaktyczne</w:t>
      </w:r>
    </w:p>
    <w:p w:rsidR="00B37D1F" w:rsidRPr="004C27B4" w:rsidRDefault="00B37D1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14BD2" w:rsidRPr="004C27B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27B4">
        <w:rPr>
          <w:rFonts w:ascii="Corbel" w:hAnsi="Corbel"/>
          <w:sz w:val="24"/>
          <w:szCs w:val="24"/>
        </w:rPr>
        <w:t xml:space="preserve">3.1 </w:t>
      </w:r>
      <w:r w:rsidR="00C05F44" w:rsidRPr="004C27B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BD2" w:rsidRPr="004C27B4" w:rsidTr="00614BD2">
        <w:tc>
          <w:tcPr>
            <w:tcW w:w="851" w:type="dxa"/>
            <w:vAlign w:val="center"/>
          </w:tcPr>
          <w:p w:rsidR="00614BD2" w:rsidRPr="004C27B4" w:rsidRDefault="00614BD2" w:rsidP="00B37D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14BD2" w:rsidRPr="004C27B4" w:rsidRDefault="00614BD2" w:rsidP="006178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 xml:space="preserve">Zapoznanie z głównymi paradygmatami badań nad niepełnosprawnością </w:t>
            </w:r>
            <w:r w:rsidR="0061786D" w:rsidRPr="004C27B4">
              <w:rPr>
                <w:rFonts w:ascii="Corbel" w:hAnsi="Corbel"/>
                <w:b w:val="0"/>
                <w:sz w:val="24"/>
                <w:szCs w:val="24"/>
              </w:rPr>
              <w:t xml:space="preserve">w szczególnie w obszarze współczesnych badań nad niepełnosprawnością </w:t>
            </w:r>
            <w:r w:rsidRPr="004C27B4">
              <w:rPr>
                <w:rFonts w:ascii="Corbel" w:hAnsi="Corbel"/>
                <w:b w:val="0"/>
                <w:sz w:val="24"/>
                <w:szCs w:val="24"/>
              </w:rPr>
              <w:t xml:space="preserve">ruchową i fizyczną </w:t>
            </w:r>
            <w:r w:rsidR="00C64F2A" w:rsidRPr="004C27B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14BD2" w:rsidRPr="004C27B4" w:rsidTr="00614BD2">
        <w:tc>
          <w:tcPr>
            <w:tcW w:w="851" w:type="dxa"/>
            <w:vAlign w:val="center"/>
          </w:tcPr>
          <w:p w:rsidR="00614BD2" w:rsidRPr="004C27B4" w:rsidRDefault="00614BD2" w:rsidP="00B37D1F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614BD2" w:rsidRPr="004C27B4" w:rsidRDefault="00614BD2" w:rsidP="00C731B6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4C27B4">
              <w:rPr>
                <w:rFonts w:ascii="Corbel" w:hAnsi="Corbel"/>
              </w:rPr>
              <w:t>Poznanie specyficznych uwarunkowań funkcjonalnych i społecznych osób z niepełnosprawnością ruchową i fizyczną (możliwości, bariery)</w:t>
            </w:r>
            <w:r w:rsidR="006F41DF" w:rsidRPr="004C27B4">
              <w:rPr>
                <w:rFonts w:ascii="Corbel" w:hAnsi="Corbel"/>
              </w:rPr>
              <w:t xml:space="preserve"> w odniesieniu do integracji i inkluzji </w:t>
            </w:r>
          </w:p>
        </w:tc>
      </w:tr>
      <w:tr w:rsidR="00614BD2" w:rsidRPr="004C27B4" w:rsidTr="00614BD2">
        <w:tc>
          <w:tcPr>
            <w:tcW w:w="851" w:type="dxa"/>
            <w:vAlign w:val="center"/>
          </w:tcPr>
          <w:p w:rsidR="00614BD2" w:rsidRPr="004C27B4" w:rsidRDefault="00614BD2" w:rsidP="00B37D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14BD2" w:rsidRPr="004C27B4" w:rsidRDefault="00C64F2A" w:rsidP="00C73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 xml:space="preserve">Zaznajomienie </w:t>
            </w:r>
            <w:r w:rsidR="006F41DF" w:rsidRPr="004C27B4">
              <w:rPr>
                <w:rFonts w:ascii="Corbel" w:hAnsi="Corbel"/>
                <w:b w:val="0"/>
                <w:sz w:val="24"/>
                <w:szCs w:val="24"/>
              </w:rPr>
              <w:t>z pod</w:t>
            </w:r>
            <w:r w:rsidR="008A3C85" w:rsidRPr="004C27B4">
              <w:rPr>
                <w:rFonts w:ascii="Corbel" w:hAnsi="Corbel"/>
                <w:b w:val="0"/>
                <w:sz w:val="24"/>
                <w:szCs w:val="24"/>
              </w:rPr>
              <w:t xml:space="preserve">stawami dydaktyki, wychowania, </w:t>
            </w:r>
            <w:r w:rsidR="006F41DF" w:rsidRPr="004C27B4">
              <w:rPr>
                <w:rFonts w:ascii="Corbel" w:hAnsi="Corbel"/>
                <w:b w:val="0"/>
                <w:sz w:val="24"/>
                <w:szCs w:val="24"/>
              </w:rPr>
              <w:t xml:space="preserve">opieki </w:t>
            </w:r>
            <w:r w:rsidR="008A3C85" w:rsidRPr="004C27B4">
              <w:rPr>
                <w:rFonts w:ascii="Corbel" w:hAnsi="Corbel"/>
                <w:b w:val="0"/>
                <w:sz w:val="24"/>
                <w:szCs w:val="24"/>
              </w:rPr>
              <w:t xml:space="preserve">i rehabilitacji osób z niepełnosprawnością ruchową i fizyczną </w:t>
            </w:r>
          </w:p>
        </w:tc>
      </w:tr>
    </w:tbl>
    <w:p w:rsidR="0085747A" w:rsidRPr="004C27B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1786D" w:rsidRPr="004C27B4" w:rsidRDefault="009F4610" w:rsidP="005965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27B4">
        <w:rPr>
          <w:rFonts w:ascii="Corbel" w:hAnsi="Corbel"/>
          <w:b/>
          <w:sz w:val="24"/>
          <w:szCs w:val="24"/>
        </w:rPr>
        <w:t xml:space="preserve">3.2 </w:t>
      </w:r>
      <w:r w:rsidR="001D7B54" w:rsidRPr="004C27B4">
        <w:rPr>
          <w:rFonts w:ascii="Corbel" w:hAnsi="Corbel"/>
          <w:b/>
          <w:sz w:val="24"/>
          <w:szCs w:val="24"/>
        </w:rPr>
        <w:t xml:space="preserve">Efekty </w:t>
      </w:r>
      <w:r w:rsidR="00C05F44" w:rsidRPr="004C27B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27B4">
        <w:rPr>
          <w:rFonts w:ascii="Corbel" w:hAnsi="Corbel"/>
          <w:b/>
          <w:sz w:val="24"/>
          <w:szCs w:val="24"/>
        </w:rPr>
        <w:t>dla przedmiotu</w:t>
      </w:r>
      <w:r w:rsidR="00445970" w:rsidRPr="004C27B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C27B4" w:rsidTr="0071620A">
        <w:tc>
          <w:tcPr>
            <w:tcW w:w="1701" w:type="dxa"/>
            <w:vAlign w:val="center"/>
          </w:tcPr>
          <w:p w:rsidR="0085747A" w:rsidRPr="004C27B4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C27B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C27B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C27B4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C27B4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C27B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37D1F" w:rsidRPr="004C27B4" w:rsidTr="0071620A">
        <w:tc>
          <w:tcPr>
            <w:tcW w:w="1701" w:type="dxa"/>
            <w:vAlign w:val="center"/>
          </w:tcPr>
          <w:p w:rsidR="00B37D1F" w:rsidRPr="004C27B4" w:rsidRDefault="00B37D1F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B37D1F" w:rsidRPr="004C27B4" w:rsidRDefault="00B37D1F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B37D1F" w:rsidRPr="004C27B4" w:rsidRDefault="00B37D1F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C27B4" w:rsidTr="00B37D1F">
        <w:tc>
          <w:tcPr>
            <w:tcW w:w="1701" w:type="dxa"/>
            <w:vAlign w:val="center"/>
          </w:tcPr>
          <w:p w:rsidR="0085747A" w:rsidRPr="004C27B4" w:rsidRDefault="00A54B94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4C27B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4C27B4" w:rsidRDefault="00B37D1F" w:rsidP="00B3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Z</w:t>
            </w:r>
            <w:r w:rsidR="00072E77" w:rsidRPr="004C27B4">
              <w:rPr>
                <w:rFonts w:ascii="Corbel" w:hAnsi="Corbel"/>
                <w:sz w:val="24"/>
                <w:szCs w:val="24"/>
              </w:rPr>
              <w:t>na główne paradygmaty badań nad niepełnosprawnością</w:t>
            </w:r>
            <w:r w:rsidR="00CC7CFD" w:rsidRPr="004C27B4">
              <w:rPr>
                <w:rFonts w:ascii="Corbel" w:hAnsi="Corbel"/>
                <w:sz w:val="24"/>
                <w:szCs w:val="24"/>
              </w:rPr>
              <w:t>, w tym</w:t>
            </w:r>
            <w:r w:rsidR="00072E77" w:rsidRPr="004C27B4">
              <w:rPr>
                <w:rFonts w:ascii="Corbel" w:hAnsi="Corbel"/>
                <w:sz w:val="24"/>
                <w:szCs w:val="24"/>
              </w:rPr>
              <w:t xml:space="preserve"> ruchową i fizyczną</w:t>
            </w:r>
            <w:r w:rsidR="00762265" w:rsidRPr="004C27B4">
              <w:rPr>
                <w:rFonts w:ascii="Corbel" w:hAnsi="Corbel"/>
                <w:sz w:val="24"/>
                <w:szCs w:val="24"/>
              </w:rPr>
              <w:t>.</w:t>
            </w:r>
            <w:r w:rsidR="00072E77" w:rsidRPr="004C27B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4C27B4" w:rsidRDefault="00A54B94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PS.W4.</w:t>
            </w:r>
          </w:p>
        </w:tc>
      </w:tr>
      <w:tr w:rsidR="005965DD" w:rsidRPr="004C27B4" w:rsidTr="00B37D1F">
        <w:trPr>
          <w:trHeight w:val="844"/>
        </w:trPr>
        <w:tc>
          <w:tcPr>
            <w:tcW w:w="1701" w:type="dxa"/>
            <w:vAlign w:val="center"/>
          </w:tcPr>
          <w:p w:rsidR="005965DD" w:rsidRPr="004C27B4" w:rsidRDefault="005965DD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2E77" w:rsidRPr="004C27B4" w:rsidRDefault="00393146" w:rsidP="00B3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Zna i rozumie współczesne trendy</w:t>
            </w:r>
            <w:r w:rsidR="0030655C" w:rsidRPr="004C27B4">
              <w:rPr>
                <w:rFonts w:ascii="Corbel" w:hAnsi="Corbel"/>
                <w:sz w:val="24"/>
                <w:szCs w:val="24"/>
              </w:rPr>
              <w:t xml:space="preserve"> rehabilitacji i edukacji w zakresie realizowania potrzeb </w:t>
            </w:r>
            <w:r w:rsidR="00251862" w:rsidRPr="004C27B4">
              <w:rPr>
                <w:rFonts w:ascii="Corbel" w:hAnsi="Corbel"/>
                <w:sz w:val="24"/>
                <w:szCs w:val="24"/>
              </w:rPr>
              <w:t xml:space="preserve">osób </w:t>
            </w:r>
            <w:r w:rsidR="0030655C" w:rsidRPr="004C27B4">
              <w:rPr>
                <w:rFonts w:ascii="Corbel" w:hAnsi="Corbel"/>
                <w:sz w:val="24"/>
                <w:szCs w:val="24"/>
              </w:rPr>
              <w:t>z niepełn</w:t>
            </w:r>
            <w:r w:rsidR="00762265" w:rsidRPr="004C27B4">
              <w:rPr>
                <w:rFonts w:ascii="Corbel" w:hAnsi="Corbel"/>
                <w:sz w:val="24"/>
                <w:szCs w:val="24"/>
              </w:rPr>
              <w:t>osprawnością ruchową i fizyczną</w:t>
            </w:r>
            <w:r w:rsidR="00F75FCD" w:rsidRPr="004C27B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5965DD" w:rsidRPr="004C27B4" w:rsidRDefault="005965DD" w:rsidP="00B37D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PS.W5.</w:t>
            </w:r>
          </w:p>
        </w:tc>
      </w:tr>
      <w:tr w:rsidR="005965DD" w:rsidRPr="004C27B4" w:rsidTr="00B37D1F">
        <w:tc>
          <w:tcPr>
            <w:tcW w:w="1701" w:type="dxa"/>
            <w:vAlign w:val="center"/>
          </w:tcPr>
          <w:p w:rsidR="005965DD" w:rsidRPr="004C27B4" w:rsidRDefault="005965DD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C7CFD" w:rsidRPr="004C27B4" w:rsidRDefault="005C13A1" w:rsidP="00B3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 xml:space="preserve">Posiada wiedzę na temat </w:t>
            </w:r>
            <w:r w:rsidR="005965DD" w:rsidRPr="004C27B4">
              <w:rPr>
                <w:rFonts w:ascii="Corbel" w:hAnsi="Corbel"/>
                <w:sz w:val="24"/>
                <w:szCs w:val="24"/>
              </w:rPr>
              <w:t>współczesne</w:t>
            </w:r>
            <w:r w:rsidRPr="004C27B4">
              <w:rPr>
                <w:rFonts w:ascii="Corbel" w:hAnsi="Corbel"/>
                <w:sz w:val="24"/>
                <w:szCs w:val="24"/>
              </w:rPr>
              <w:t>go podejścia</w:t>
            </w:r>
            <w:r w:rsidR="005965DD" w:rsidRPr="004C27B4">
              <w:rPr>
                <w:rFonts w:ascii="Corbel" w:hAnsi="Corbel"/>
                <w:sz w:val="24"/>
                <w:szCs w:val="24"/>
              </w:rPr>
              <w:t xml:space="preserve"> do </w:t>
            </w:r>
            <w:r w:rsidR="00CC7CFD" w:rsidRPr="004C27B4">
              <w:rPr>
                <w:rFonts w:ascii="Corbel" w:hAnsi="Corbel"/>
                <w:sz w:val="24"/>
                <w:szCs w:val="24"/>
              </w:rPr>
              <w:t xml:space="preserve">problemów </w:t>
            </w:r>
            <w:r w:rsidR="00762265" w:rsidRPr="004C27B4">
              <w:rPr>
                <w:rFonts w:ascii="Corbel" w:hAnsi="Corbel"/>
                <w:sz w:val="24"/>
                <w:szCs w:val="24"/>
              </w:rPr>
              <w:t xml:space="preserve">i trudności </w:t>
            </w:r>
            <w:r w:rsidR="00CC7CFD" w:rsidRPr="004C27B4">
              <w:rPr>
                <w:rFonts w:ascii="Corbel" w:hAnsi="Corbel"/>
                <w:sz w:val="24"/>
                <w:szCs w:val="24"/>
              </w:rPr>
              <w:t xml:space="preserve">uczniów </w:t>
            </w:r>
            <w:r w:rsidR="00251862" w:rsidRPr="004C27B4">
              <w:rPr>
                <w:rFonts w:ascii="Corbel" w:hAnsi="Corbel"/>
                <w:sz w:val="24"/>
                <w:szCs w:val="24"/>
              </w:rPr>
              <w:t xml:space="preserve">i innych osób </w:t>
            </w:r>
            <w:r w:rsidR="00CC7CFD" w:rsidRPr="004C27B4">
              <w:rPr>
                <w:rFonts w:ascii="Corbel" w:hAnsi="Corbel"/>
                <w:sz w:val="24"/>
                <w:szCs w:val="24"/>
              </w:rPr>
              <w:t xml:space="preserve">z niepełnosprawnością ruchową i fizyczną </w:t>
            </w:r>
            <w:r w:rsidRPr="004C27B4">
              <w:rPr>
                <w:rFonts w:ascii="Corbel" w:hAnsi="Corbel"/>
                <w:sz w:val="24"/>
                <w:szCs w:val="24"/>
              </w:rPr>
              <w:t>oraz rozumie założenia</w:t>
            </w:r>
            <w:r w:rsidR="00CC7CFD" w:rsidRPr="004C27B4">
              <w:rPr>
                <w:rFonts w:ascii="Corbel" w:hAnsi="Corbel"/>
                <w:sz w:val="24"/>
                <w:szCs w:val="24"/>
              </w:rPr>
              <w:t xml:space="preserve"> </w:t>
            </w:r>
            <w:r w:rsidR="00CC63C8" w:rsidRPr="004C27B4">
              <w:rPr>
                <w:rFonts w:ascii="Corbel" w:hAnsi="Corbel"/>
                <w:sz w:val="24"/>
                <w:szCs w:val="24"/>
              </w:rPr>
              <w:t>edukacyjnych i społecznych nurtów integracyjnych</w:t>
            </w:r>
            <w:r w:rsidR="001E47DD" w:rsidRPr="004C27B4">
              <w:rPr>
                <w:rFonts w:ascii="Corbel" w:hAnsi="Corbel"/>
                <w:sz w:val="24"/>
                <w:szCs w:val="24"/>
              </w:rPr>
              <w:t xml:space="preserve"> i włączając</w:t>
            </w:r>
            <w:r w:rsidR="00CC63C8" w:rsidRPr="004C27B4">
              <w:rPr>
                <w:rFonts w:ascii="Corbel" w:hAnsi="Corbel"/>
                <w:sz w:val="24"/>
                <w:szCs w:val="24"/>
              </w:rPr>
              <w:t>ych</w:t>
            </w:r>
            <w:r w:rsidR="00F75FCD" w:rsidRPr="004C27B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5965DD" w:rsidRPr="004C27B4" w:rsidRDefault="005965DD" w:rsidP="00B37D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PS.W9.</w:t>
            </w:r>
          </w:p>
        </w:tc>
      </w:tr>
      <w:tr w:rsidR="005965DD" w:rsidRPr="004C27B4" w:rsidTr="00B37D1F">
        <w:tc>
          <w:tcPr>
            <w:tcW w:w="1701" w:type="dxa"/>
            <w:vAlign w:val="center"/>
          </w:tcPr>
          <w:p w:rsidR="005965DD" w:rsidRPr="004C27B4" w:rsidRDefault="005965DD" w:rsidP="00B37D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EK_</w:t>
            </w:r>
            <w:r w:rsidRPr="004C27B4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:rsidR="005965DD" w:rsidRPr="004C27B4" w:rsidRDefault="001E47DD" w:rsidP="00B3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Zna metody pracy d</w:t>
            </w:r>
            <w:r w:rsidR="00B20868" w:rsidRPr="004C27B4">
              <w:rPr>
                <w:rFonts w:ascii="Corbel" w:hAnsi="Corbel"/>
                <w:sz w:val="24"/>
                <w:szCs w:val="24"/>
              </w:rPr>
              <w:t>ydaktyczno-wychowawczej skierowanej do uczniów kształcenia specjalnego jak i ogólnodostępnego</w:t>
            </w:r>
            <w:r w:rsidR="00F75FCD" w:rsidRPr="004C27B4">
              <w:rPr>
                <w:rFonts w:ascii="Corbel" w:hAnsi="Corbel"/>
                <w:sz w:val="24"/>
                <w:szCs w:val="24"/>
              </w:rPr>
              <w:t>.</w:t>
            </w:r>
            <w:r w:rsidR="00B20868" w:rsidRPr="004C27B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5965DD" w:rsidRPr="004C27B4" w:rsidRDefault="005965DD" w:rsidP="00B37D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PS.W10.</w:t>
            </w:r>
          </w:p>
        </w:tc>
      </w:tr>
      <w:tr w:rsidR="005965DD" w:rsidRPr="004C27B4" w:rsidTr="00B37D1F">
        <w:tc>
          <w:tcPr>
            <w:tcW w:w="1701" w:type="dxa"/>
            <w:vAlign w:val="center"/>
          </w:tcPr>
          <w:p w:rsidR="005965DD" w:rsidRPr="004C27B4" w:rsidRDefault="005965DD" w:rsidP="00B37D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EK_</w:t>
            </w:r>
            <w:r w:rsidRPr="004C27B4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:rsidR="00393146" w:rsidRPr="004C27B4" w:rsidRDefault="00B20868" w:rsidP="00B3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Zna</w:t>
            </w:r>
            <w:r w:rsidR="005965DD" w:rsidRPr="004C27B4">
              <w:rPr>
                <w:rFonts w:ascii="Corbel" w:hAnsi="Corbel"/>
                <w:sz w:val="24"/>
                <w:szCs w:val="24"/>
              </w:rPr>
              <w:t xml:space="preserve"> podstawy funkcjonowania i patologie aparatu mowy oraz zasady efektywnego posługiwania się narządem mowy</w:t>
            </w:r>
            <w:r w:rsidR="00F218B3" w:rsidRPr="004C27B4">
              <w:rPr>
                <w:rFonts w:ascii="Corbel" w:hAnsi="Corbel"/>
                <w:sz w:val="24"/>
                <w:szCs w:val="24"/>
              </w:rPr>
              <w:t xml:space="preserve"> osób z niepełnosprawnością ruchową i fizyczną</w:t>
            </w:r>
            <w:r w:rsidR="00F75FCD" w:rsidRPr="004C27B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5965DD" w:rsidRPr="004C27B4" w:rsidRDefault="005965DD" w:rsidP="00B37D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PS.W13.</w:t>
            </w:r>
          </w:p>
        </w:tc>
      </w:tr>
      <w:tr w:rsidR="00A54B94" w:rsidRPr="004C27B4" w:rsidTr="00B37D1F">
        <w:tc>
          <w:tcPr>
            <w:tcW w:w="1701" w:type="dxa"/>
            <w:vAlign w:val="center"/>
          </w:tcPr>
          <w:p w:rsidR="00A54B94" w:rsidRPr="004C27B4" w:rsidRDefault="00A54B94" w:rsidP="00B37D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EK_</w:t>
            </w:r>
            <w:r w:rsidRPr="004C27B4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:rsidR="00A54B94" w:rsidRPr="004C27B4" w:rsidRDefault="00157DC4" w:rsidP="00B37D1F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5C13A1" w:rsidRPr="004C27B4">
              <w:rPr>
                <w:rFonts w:ascii="Corbel" w:hAnsi="Corbel"/>
                <w:sz w:val="24"/>
                <w:szCs w:val="24"/>
              </w:rPr>
              <w:t xml:space="preserve">wykorzystywać i integrować wiedzę </w:t>
            </w:r>
            <w:r w:rsidRPr="004C27B4">
              <w:rPr>
                <w:rFonts w:ascii="Corbel" w:hAnsi="Corbel"/>
                <w:sz w:val="24"/>
                <w:szCs w:val="24"/>
              </w:rPr>
              <w:t xml:space="preserve">z zakresu pedagogiki specjalnej, leczniczej, rehabilitacji i terapii uczniów </w:t>
            </w:r>
            <w:r w:rsidR="00CC63C8" w:rsidRPr="004C27B4">
              <w:rPr>
                <w:rFonts w:ascii="Corbel" w:hAnsi="Corbel"/>
                <w:sz w:val="24"/>
                <w:szCs w:val="24"/>
              </w:rPr>
              <w:t>i osób z niepełnosprawnością ruchową i fizyczną</w:t>
            </w:r>
            <w:r w:rsidR="00F75FCD" w:rsidRPr="004C27B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A54B94" w:rsidRPr="004C27B4" w:rsidRDefault="009821E7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PS.U1.</w:t>
            </w:r>
          </w:p>
        </w:tc>
      </w:tr>
      <w:tr w:rsidR="00A54B94" w:rsidRPr="004C27B4" w:rsidTr="00B37D1F">
        <w:tc>
          <w:tcPr>
            <w:tcW w:w="1701" w:type="dxa"/>
            <w:vAlign w:val="center"/>
          </w:tcPr>
          <w:p w:rsidR="00A54B94" w:rsidRPr="004C27B4" w:rsidRDefault="00A54B94" w:rsidP="00B37D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EK_</w:t>
            </w:r>
            <w:r w:rsidRPr="004C27B4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:rsidR="00A54B94" w:rsidRPr="004C27B4" w:rsidRDefault="00251862" w:rsidP="00B3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 xml:space="preserve">Potrafi zdiagnozować potrzeby i osób z niepełnosprawnością </w:t>
            </w:r>
            <w:r w:rsidR="00CC63C8" w:rsidRPr="004C27B4">
              <w:rPr>
                <w:rFonts w:ascii="Corbel" w:hAnsi="Corbel"/>
                <w:sz w:val="24"/>
                <w:szCs w:val="24"/>
              </w:rPr>
              <w:t>ruchową i fizyczną z uwzględnieniem natury biologicznej, psychologicznej, pedagogicznej, społecznej i kulturowej.</w:t>
            </w:r>
          </w:p>
        </w:tc>
        <w:tc>
          <w:tcPr>
            <w:tcW w:w="1873" w:type="dxa"/>
            <w:vAlign w:val="center"/>
          </w:tcPr>
          <w:p w:rsidR="00A54B94" w:rsidRPr="004C27B4" w:rsidRDefault="009821E7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PS.U2.</w:t>
            </w:r>
          </w:p>
        </w:tc>
      </w:tr>
      <w:tr w:rsidR="009821E7" w:rsidRPr="004C27B4" w:rsidTr="00B37D1F">
        <w:tc>
          <w:tcPr>
            <w:tcW w:w="1701" w:type="dxa"/>
            <w:vAlign w:val="center"/>
          </w:tcPr>
          <w:p w:rsidR="009821E7" w:rsidRPr="004C27B4" w:rsidRDefault="009821E7" w:rsidP="00B37D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EK_</w:t>
            </w:r>
            <w:r w:rsidRPr="004C27B4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:rsidR="009821E7" w:rsidRPr="004C27B4" w:rsidRDefault="004A2A60" w:rsidP="00B3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 xml:space="preserve">Potrafi zaprojektować i dostosować do potrzeb </w:t>
            </w:r>
            <w:r w:rsidR="009821E7" w:rsidRPr="004C27B4">
              <w:rPr>
                <w:rFonts w:ascii="Corbel" w:hAnsi="Corbel"/>
                <w:sz w:val="24"/>
                <w:szCs w:val="24"/>
              </w:rPr>
              <w:t>działania pedagogiczne, dydaktyczne, wychowawcze, opiek</w:t>
            </w:r>
            <w:r w:rsidR="008A3C85" w:rsidRPr="004C27B4">
              <w:rPr>
                <w:rFonts w:ascii="Corbel" w:hAnsi="Corbel"/>
                <w:sz w:val="24"/>
                <w:szCs w:val="24"/>
              </w:rPr>
              <w:t>uńcze i rehabilitacyjne, wsk</w:t>
            </w:r>
            <w:r w:rsidR="009821E7" w:rsidRPr="004C27B4">
              <w:rPr>
                <w:rFonts w:ascii="Corbel" w:hAnsi="Corbel"/>
                <w:sz w:val="24"/>
                <w:szCs w:val="24"/>
              </w:rPr>
              <w:t>a</w:t>
            </w:r>
            <w:r w:rsidR="00A53199" w:rsidRPr="004C27B4">
              <w:rPr>
                <w:rFonts w:ascii="Corbel" w:hAnsi="Corbel"/>
                <w:sz w:val="24"/>
                <w:szCs w:val="24"/>
              </w:rPr>
              <w:t>za</w:t>
            </w:r>
            <w:r w:rsidR="009821E7" w:rsidRPr="004C27B4">
              <w:rPr>
                <w:rFonts w:ascii="Corbel" w:hAnsi="Corbel"/>
                <w:sz w:val="24"/>
                <w:szCs w:val="24"/>
              </w:rPr>
              <w:t>ć obszary wymagające modyfikacji, eksperymentowania i wdrażania działań innowacyjnych</w:t>
            </w:r>
            <w:r w:rsidR="00F75FCD" w:rsidRPr="004C27B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9821E7" w:rsidRPr="004C27B4" w:rsidRDefault="009821E7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PS.U10.</w:t>
            </w:r>
          </w:p>
        </w:tc>
      </w:tr>
      <w:tr w:rsidR="004A2A60" w:rsidRPr="004C27B4" w:rsidTr="00B37D1F">
        <w:tc>
          <w:tcPr>
            <w:tcW w:w="1701" w:type="dxa"/>
            <w:vAlign w:val="center"/>
          </w:tcPr>
          <w:p w:rsidR="004A2A60" w:rsidRPr="004C27B4" w:rsidRDefault="004A2A60" w:rsidP="00B37D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EK_</w:t>
            </w:r>
            <w:r w:rsidRPr="004C27B4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:rsidR="004A2A60" w:rsidRPr="004C27B4" w:rsidRDefault="00890133" w:rsidP="00B37D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="00B742FA"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swojej </w:t>
            </w:r>
            <w:r w:rsidRPr="004C27B4">
              <w:rPr>
                <w:rFonts w:ascii="Corbel" w:hAnsi="Corbel"/>
                <w:b w:val="0"/>
                <w:smallCaps w:val="0"/>
                <w:szCs w:val="24"/>
              </w:rPr>
              <w:t>pracy p</w:t>
            </w:r>
            <w:r w:rsidR="00C56D77"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Pr="004C27B4">
              <w:rPr>
                <w:rFonts w:ascii="Corbel" w:hAnsi="Corbel"/>
                <w:b w:val="0"/>
                <w:smallCaps w:val="0"/>
                <w:szCs w:val="24"/>
              </w:rPr>
              <w:t>posługiwać się aparatem mowy zgodnie z zasadami emisji głosu</w:t>
            </w:r>
            <w:r w:rsidR="00F75FCD" w:rsidRPr="004C27B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4A2A60" w:rsidRPr="004C27B4" w:rsidRDefault="004A2A60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PS.U13</w:t>
            </w:r>
          </w:p>
        </w:tc>
      </w:tr>
      <w:tr w:rsidR="004A2A60" w:rsidRPr="004C27B4" w:rsidTr="00B37D1F">
        <w:tc>
          <w:tcPr>
            <w:tcW w:w="1701" w:type="dxa"/>
            <w:vAlign w:val="center"/>
          </w:tcPr>
          <w:p w:rsidR="004A2A60" w:rsidRPr="004C27B4" w:rsidRDefault="004A2A60" w:rsidP="00B37D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EK_</w:t>
            </w:r>
            <w:r w:rsidRPr="004C27B4">
              <w:rPr>
                <w:rFonts w:ascii="Corbel" w:hAnsi="Corbel"/>
                <w:smallCaps/>
                <w:sz w:val="24"/>
                <w:szCs w:val="24"/>
              </w:rPr>
              <w:t>10</w:t>
            </w:r>
          </w:p>
        </w:tc>
        <w:tc>
          <w:tcPr>
            <w:tcW w:w="6096" w:type="dxa"/>
          </w:tcPr>
          <w:p w:rsidR="004A2A60" w:rsidRPr="004C27B4" w:rsidRDefault="006B2CB7" w:rsidP="00B37D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Absolwent jest gotów do podejmowania efektywnych działań opartych na wzajemnym zaufaniu członków</w:t>
            </w:r>
            <w:r w:rsidR="00890133"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 zespołu </w:t>
            </w:r>
            <w:r w:rsidRPr="004C27B4">
              <w:rPr>
                <w:rFonts w:ascii="Corbel" w:hAnsi="Corbel"/>
                <w:b w:val="0"/>
                <w:smallCaps w:val="0"/>
                <w:szCs w:val="24"/>
              </w:rPr>
              <w:t>procesu wychowania i kształcenia, w tym z rodzicami, opiekunami</w:t>
            </w:r>
            <w:r w:rsidR="00F75FCD" w:rsidRPr="004C27B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4A2A60" w:rsidRPr="004C27B4" w:rsidRDefault="004A2A60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PS.K2</w:t>
            </w:r>
          </w:p>
        </w:tc>
      </w:tr>
    </w:tbl>
    <w:p w:rsidR="00321345" w:rsidRPr="004C27B4" w:rsidRDefault="0032134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C27B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27B4">
        <w:rPr>
          <w:rFonts w:ascii="Corbel" w:hAnsi="Corbel"/>
          <w:b/>
          <w:sz w:val="24"/>
          <w:szCs w:val="24"/>
        </w:rPr>
        <w:t>3.3</w:t>
      </w:r>
      <w:r w:rsidR="001D7B54" w:rsidRPr="004C27B4">
        <w:rPr>
          <w:rFonts w:ascii="Corbel" w:hAnsi="Corbel"/>
          <w:b/>
          <w:sz w:val="24"/>
          <w:szCs w:val="24"/>
        </w:rPr>
        <w:t xml:space="preserve"> </w:t>
      </w:r>
      <w:r w:rsidR="0085747A" w:rsidRPr="004C27B4">
        <w:rPr>
          <w:rFonts w:ascii="Corbel" w:hAnsi="Corbel"/>
          <w:b/>
          <w:sz w:val="24"/>
          <w:szCs w:val="24"/>
        </w:rPr>
        <w:t>T</w:t>
      </w:r>
      <w:r w:rsidR="001D7B54" w:rsidRPr="004C27B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C27B4">
        <w:rPr>
          <w:rFonts w:ascii="Corbel" w:hAnsi="Corbel"/>
          <w:sz w:val="24"/>
          <w:szCs w:val="24"/>
        </w:rPr>
        <w:t xml:space="preserve">  </w:t>
      </w:r>
    </w:p>
    <w:p w:rsidR="0085747A" w:rsidRPr="004C27B4" w:rsidRDefault="0085747A" w:rsidP="008D5A3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27B4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B742FA" w:rsidRPr="004C27B4" w:rsidRDefault="00B37D1F" w:rsidP="00B37D1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4C27B4">
        <w:rPr>
          <w:rFonts w:ascii="Corbel" w:hAnsi="Corbel"/>
          <w:sz w:val="24"/>
          <w:szCs w:val="24"/>
        </w:rPr>
        <w:t xml:space="preserve">nie dotyczy </w:t>
      </w:r>
    </w:p>
    <w:p w:rsidR="00B37D1F" w:rsidRPr="004C27B4" w:rsidRDefault="00B37D1F" w:rsidP="00B37D1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D5A3D" w:rsidRPr="004C27B4" w:rsidRDefault="00B37D1F" w:rsidP="008D5A3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27B4">
        <w:rPr>
          <w:rFonts w:ascii="Corbel" w:hAnsi="Corbel"/>
          <w:sz w:val="24"/>
          <w:szCs w:val="24"/>
        </w:rPr>
        <w:t>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C27B4" w:rsidTr="00923D7D">
        <w:tc>
          <w:tcPr>
            <w:tcW w:w="9639" w:type="dxa"/>
          </w:tcPr>
          <w:p w:rsidR="0085747A" w:rsidRPr="004C27B4" w:rsidRDefault="0085747A" w:rsidP="00A531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Treści merytoryczne</w:t>
            </w:r>
            <w:r w:rsidR="00B37D1F" w:rsidRPr="004C27B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A53199" w:rsidRPr="004C27B4" w:rsidTr="00923D7D">
        <w:tc>
          <w:tcPr>
            <w:tcW w:w="9639" w:type="dxa"/>
          </w:tcPr>
          <w:p w:rsidR="00A53199" w:rsidRPr="004C27B4" w:rsidRDefault="004008E5" w:rsidP="004008E5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 xml:space="preserve">Pedagogika osób z niepełnosprawnością ruchową i fizyczną - </w:t>
            </w:r>
            <w:r w:rsidR="00A53199" w:rsidRPr="004C27B4">
              <w:rPr>
                <w:rFonts w:ascii="Corbel" w:hAnsi="Corbel"/>
                <w:sz w:val="24"/>
                <w:szCs w:val="24"/>
              </w:rPr>
              <w:t xml:space="preserve">paradygmaty i </w:t>
            </w:r>
            <w:r w:rsidRPr="004C27B4">
              <w:rPr>
                <w:rFonts w:ascii="Corbel" w:hAnsi="Corbel"/>
                <w:sz w:val="24"/>
                <w:szCs w:val="24"/>
              </w:rPr>
              <w:t>współczesne trendy</w:t>
            </w:r>
          </w:p>
        </w:tc>
      </w:tr>
      <w:tr w:rsidR="00A53199" w:rsidRPr="004C27B4" w:rsidTr="00923D7D">
        <w:tc>
          <w:tcPr>
            <w:tcW w:w="9639" w:type="dxa"/>
          </w:tcPr>
          <w:p w:rsidR="00A53199" w:rsidRPr="004C27B4" w:rsidRDefault="00A53199" w:rsidP="00C73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Uwarunkowania psychofizyczne i funkcjonowanie dziecka</w:t>
            </w:r>
            <w:r w:rsidR="004008E5" w:rsidRPr="004C27B4">
              <w:rPr>
                <w:rFonts w:ascii="Corbel" w:hAnsi="Corbel"/>
                <w:sz w:val="24"/>
                <w:szCs w:val="24"/>
              </w:rPr>
              <w:t>/ osób</w:t>
            </w:r>
            <w:r w:rsidRPr="004C27B4">
              <w:rPr>
                <w:rFonts w:ascii="Corbel" w:hAnsi="Corbel"/>
                <w:sz w:val="24"/>
                <w:szCs w:val="24"/>
              </w:rPr>
              <w:t xml:space="preserve"> z niepełnosprawnością ruchową i fizyczną </w:t>
            </w:r>
          </w:p>
        </w:tc>
      </w:tr>
      <w:tr w:rsidR="00A53199" w:rsidRPr="004C27B4" w:rsidTr="00923D7D">
        <w:tc>
          <w:tcPr>
            <w:tcW w:w="9639" w:type="dxa"/>
          </w:tcPr>
          <w:p w:rsidR="00A53199" w:rsidRPr="004C27B4" w:rsidRDefault="00A53199" w:rsidP="00C73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Potrzeby, możliwości, trudności oraz dostosowanie przestrzeni edukacyjno-wychowawczej dla dzieci i osób z niepełnosprawnością ruchowa i fizyczną (etap wychowania przedszkolnego, edukacji wczesnoszkolnej, szkolnej i dorosłości)</w:t>
            </w:r>
          </w:p>
        </w:tc>
      </w:tr>
      <w:tr w:rsidR="00A53199" w:rsidRPr="004C27B4" w:rsidTr="00923D7D">
        <w:tc>
          <w:tcPr>
            <w:tcW w:w="9639" w:type="dxa"/>
          </w:tcPr>
          <w:p w:rsidR="00A53199" w:rsidRPr="004C27B4" w:rsidRDefault="00A53199" w:rsidP="00C73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Czynniki warunkujące prawidłowy przebieg ucz</w:t>
            </w:r>
            <w:r w:rsidR="00B742FA" w:rsidRPr="004C27B4">
              <w:rPr>
                <w:rFonts w:ascii="Corbel" w:hAnsi="Corbel"/>
                <w:sz w:val="24"/>
                <w:szCs w:val="24"/>
              </w:rPr>
              <w:t>enia się dzieci i młodzieży z niepełnosprawnością ruchową</w:t>
            </w:r>
            <w:r w:rsidRPr="004C27B4">
              <w:rPr>
                <w:rFonts w:ascii="Corbel" w:hAnsi="Corbel"/>
                <w:sz w:val="24"/>
                <w:szCs w:val="24"/>
              </w:rPr>
              <w:t xml:space="preserve"> i fizyczną </w:t>
            </w:r>
          </w:p>
        </w:tc>
      </w:tr>
      <w:tr w:rsidR="00A53199" w:rsidRPr="004C27B4" w:rsidTr="00923D7D">
        <w:tc>
          <w:tcPr>
            <w:tcW w:w="9639" w:type="dxa"/>
          </w:tcPr>
          <w:p w:rsidR="00A53199" w:rsidRPr="004C27B4" w:rsidRDefault="00A53199" w:rsidP="00B742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 xml:space="preserve">Działania diagnostyczne, metodyczne i profilaktyczne wobec dzieci i młodzieży z </w:t>
            </w:r>
            <w:r w:rsidR="00B742FA" w:rsidRPr="004C27B4">
              <w:rPr>
                <w:rFonts w:ascii="Corbel" w:hAnsi="Corbel"/>
                <w:sz w:val="24"/>
                <w:szCs w:val="24"/>
              </w:rPr>
              <w:t xml:space="preserve">niepełnosprawnością ruchową </w:t>
            </w:r>
            <w:r w:rsidRPr="004C27B4">
              <w:rPr>
                <w:rFonts w:ascii="Corbel" w:hAnsi="Corbel"/>
                <w:sz w:val="24"/>
                <w:szCs w:val="24"/>
              </w:rPr>
              <w:t xml:space="preserve">i fizyczną  </w:t>
            </w:r>
          </w:p>
        </w:tc>
      </w:tr>
      <w:tr w:rsidR="00A53199" w:rsidRPr="004C27B4" w:rsidTr="00923D7D">
        <w:tc>
          <w:tcPr>
            <w:tcW w:w="9639" w:type="dxa"/>
          </w:tcPr>
          <w:p w:rsidR="00A53199" w:rsidRPr="004C27B4" w:rsidRDefault="00A53199" w:rsidP="00C73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Analiza wybranych sytuacji dzieci i młodzieży (Zespół mózgowego porażenia dziecięcego, choroby nerwowo-mięśniowe, wady narządu ruchu</w:t>
            </w:r>
            <w:r w:rsidR="00B742FA" w:rsidRPr="004C27B4"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4C27B4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A53199" w:rsidRPr="004C27B4" w:rsidTr="00923D7D">
        <w:tc>
          <w:tcPr>
            <w:tcW w:w="9639" w:type="dxa"/>
          </w:tcPr>
          <w:p w:rsidR="00A53199" w:rsidRPr="004C27B4" w:rsidRDefault="00A53199" w:rsidP="00C73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 xml:space="preserve">Pomoc psychologiczno-pedagogiczna i zadania zespołu profesjonalistów  </w:t>
            </w:r>
            <w:r w:rsidR="004008E5" w:rsidRPr="004C27B4">
              <w:rPr>
                <w:rFonts w:ascii="Corbel" w:hAnsi="Corbel"/>
                <w:sz w:val="24"/>
                <w:szCs w:val="24"/>
              </w:rPr>
              <w:t>ds. SPE</w:t>
            </w:r>
          </w:p>
        </w:tc>
      </w:tr>
    </w:tbl>
    <w:p w:rsidR="0085747A" w:rsidRPr="004C27B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C27B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27B4">
        <w:rPr>
          <w:rFonts w:ascii="Corbel" w:hAnsi="Corbel"/>
          <w:smallCaps w:val="0"/>
          <w:szCs w:val="24"/>
        </w:rPr>
        <w:t>3.4 Metody dydaktyczne</w:t>
      </w:r>
      <w:r w:rsidRPr="004C27B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4C27B4" w:rsidRDefault="00562046" w:rsidP="00B37D1F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4C27B4">
        <w:rPr>
          <w:rFonts w:ascii="Corbel" w:hAnsi="Corbel"/>
          <w:b w:val="0"/>
          <w:smallCaps w:val="0"/>
          <w:szCs w:val="24"/>
        </w:rPr>
        <w:t>analiza</w:t>
      </w:r>
      <w:r w:rsidR="00D05C02" w:rsidRPr="004C27B4">
        <w:rPr>
          <w:rFonts w:ascii="Corbel" w:hAnsi="Corbel"/>
          <w:b w:val="0"/>
          <w:smallCaps w:val="0"/>
          <w:szCs w:val="24"/>
        </w:rPr>
        <w:t xml:space="preserve"> tekstów</w:t>
      </w:r>
      <w:r w:rsidR="00AD2936" w:rsidRPr="004C27B4">
        <w:rPr>
          <w:rFonts w:ascii="Corbel" w:hAnsi="Corbel"/>
          <w:b w:val="0"/>
          <w:smallCaps w:val="0"/>
          <w:szCs w:val="24"/>
        </w:rPr>
        <w:t xml:space="preserve">, </w:t>
      </w:r>
      <w:r w:rsidR="00A21ACE" w:rsidRPr="004C27B4">
        <w:rPr>
          <w:rFonts w:ascii="Corbel" w:hAnsi="Corbel"/>
          <w:b w:val="0"/>
          <w:smallCaps w:val="0"/>
          <w:szCs w:val="24"/>
        </w:rPr>
        <w:t xml:space="preserve">przedstawienie </w:t>
      </w:r>
      <w:r w:rsidR="00AD2936" w:rsidRPr="004C27B4">
        <w:rPr>
          <w:rFonts w:ascii="Corbel" w:hAnsi="Corbel"/>
          <w:b w:val="0"/>
          <w:smallCaps w:val="0"/>
          <w:szCs w:val="24"/>
        </w:rPr>
        <w:t xml:space="preserve">sytuacji problemowej, </w:t>
      </w:r>
      <w:r w:rsidRPr="004C27B4">
        <w:rPr>
          <w:rFonts w:ascii="Corbel" w:hAnsi="Corbel"/>
          <w:b w:val="0"/>
          <w:smallCaps w:val="0"/>
          <w:szCs w:val="24"/>
        </w:rPr>
        <w:t xml:space="preserve">przypadków, </w:t>
      </w:r>
      <w:r w:rsidR="00314841" w:rsidRPr="004C27B4">
        <w:rPr>
          <w:rFonts w:ascii="Corbel" w:hAnsi="Corbel"/>
          <w:b w:val="0"/>
          <w:smallCaps w:val="0"/>
          <w:szCs w:val="24"/>
        </w:rPr>
        <w:t xml:space="preserve">wypowiedź, </w:t>
      </w:r>
      <w:r w:rsidRPr="004C27B4">
        <w:rPr>
          <w:rFonts w:ascii="Corbel" w:hAnsi="Corbel"/>
          <w:b w:val="0"/>
          <w:smallCaps w:val="0"/>
          <w:szCs w:val="24"/>
        </w:rPr>
        <w:t>dyskusja, praca w grupach</w:t>
      </w:r>
      <w:r w:rsidR="00BF2C41" w:rsidRPr="004C27B4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E960BB" w:rsidRPr="004C27B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C27B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27B4">
        <w:rPr>
          <w:rFonts w:ascii="Corbel" w:hAnsi="Corbel"/>
          <w:smallCaps w:val="0"/>
          <w:szCs w:val="24"/>
        </w:rPr>
        <w:t xml:space="preserve">4. </w:t>
      </w:r>
      <w:r w:rsidR="0085747A" w:rsidRPr="004C27B4">
        <w:rPr>
          <w:rFonts w:ascii="Corbel" w:hAnsi="Corbel"/>
          <w:smallCaps w:val="0"/>
          <w:szCs w:val="24"/>
        </w:rPr>
        <w:t>METODY I KRYTERIA OCENY</w:t>
      </w:r>
      <w:r w:rsidR="009F4610" w:rsidRPr="004C27B4">
        <w:rPr>
          <w:rFonts w:ascii="Corbel" w:hAnsi="Corbel"/>
          <w:smallCaps w:val="0"/>
          <w:szCs w:val="24"/>
        </w:rPr>
        <w:t xml:space="preserve"> </w:t>
      </w:r>
    </w:p>
    <w:p w:rsidR="00923D7D" w:rsidRPr="004C27B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C27B4" w:rsidRDefault="0085747A" w:rsidP="00B37D1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27B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C27B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4C27B4" w:rsidTr="00C05F44">
        <w:tc>
          <w:tcPr>
            <w:tcW w:w="1985" w:type="dxa"/>
            <w:vAlign w:val="center"/>
          </w:tcPr>
          <w:p w:rsidR="0085747A" w:rsidRPr="004C27B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4C27B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85747A" w:rsidRPr="004C27B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4C27B4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4C27B4" w:rsidRDefault="00B37D1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B37D1F" w:rsidRPr="004C27B4" w:rsidTr="00B37D1F">
        <w:tc>
          <w:tcPr>
            <w:tcW w:w="1985" w:type="dxa"/>
            <w:vAlign w:val="center"/>
          </w:tcPr>
          <w:p w:rsidR="00B37D1F" w:rsidRPr="004C27B4" w:rsidRDefault="00B37D1F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27B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C27B4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B37D1F" w:rsidRPr="004C27B4" w:rsidRDefault="00900142" w:rsidP="00B3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przedstawienie i analiza sytuacji problemowej, wypowiedź</w:t>
            </w:r>
          </w:p>
        </w:tc>
        <w:tc>
          <w:tcPr>
            <w:tcW w:w="2126" w:type="dxa"/>
          </w:tcPr>
          <w:p w:rsidR="00B37D1F" w:rsidRPr="004C27B4" w:rsidRDefault="00B37D1F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00142" w:rsidRPr="004C27B4" w:rsidTr="00B37D1F">
        <w:tc>
          <w:tcPr>
            <w:tcW w:w="1985" w:type="dxa"/>
            <w:vAlign w:val="center"/>
          </w:tcPr>
          <w:p w:rsidR="00900142" w:rsidRPr="004C27B4" w:rsidRDefault="00900142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00142" w:rsidRPr="004C27B4" w:rsidRDefault="00900142" w:rsidP="00C83E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przedstawienie i analiza sytuacji problemowej, wypowiedź</w:t>
            </w:r>
          </w:p>
        </w:tc>
        <w:tc>
          <w:tcPr>
            <w:tcW w:w="2126" w:type="dxa"/>
          </w:tcPr>
          <w:p w:rsidR="00900142" w:rsidRPr="004C27B4" w:rsidRDefault="00900142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00142" w:rsidRPr="004C27B4" w:rsidTr="00B37D1F">
        <w:tc>
          <w:tcPr>
            <w:tcW w:w="1985" w:type="dxa"/>
            <w:vAlign w:val="center"/>
          </w:tcPr>
          <w:p w:rsidR="00900142" w:rsidRPr="004C27B4" w:rsidRDefault="00900142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27B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C27B4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900142" w:rsidRPr="004C27B4" w:rsidRDefault="00900142" w:rsidP="00C83E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przedstawienie i analiza sytuacji problemowej, wypowiedź</w:t>
            </w:r>
          </w:p>
        </w:tc>
        <w:tc>
          <w:tcPr>
            <w:tcW w:w="2126" w:type="dxa"/>
          </w:tcPr>
          <w:p w:rsidR="00900142" w:rsidRPr="004C27B4" w:rsidRDefault="00900142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00142" w:rsidRPr="004C27B4" w:rsidTr="00B37D1F">
        <w:tc>
          <w:tcPr>
            <w:tcW w:w="1985" w:type="dxa"/>
            <w:vAlign w:val="center"/>
          </w:tcPr>
          <w:p w:rsidR="00900142" w:rsidRPr="004C27B4" w:rsidRDefault="00900142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900142" w:rsidRPr="004C27B4" w:rsidRDefault="00900142" w:rsidP="00C83E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przedstawienie i analiza sytuacji problemowej, wypowiedź</w:t>
            </w:r>
          </w:p>
        </w:tc>
        <w:tc>
          <w:tcPr>
            <w:tcW w:w="2126" w:type="dxa"/>
          </w:tcPr>
          <w:p w:rsidR="00900142" w:rsidRPr="004C27B4" w:rsidRDefault="00900142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00142" w:rsidRPr="004C27B4" w:rsidTr="00B37D1F">
        <w:tc>
          <w:tcPr>
            <w:tcW w:w="1985" w:type="dxa"/>
            <w:vAlign w:val="center"/>
          </w:tcPr>
          <w:p w:rsidR="00900142" w:rsidRPr="004C27B4" w:rsidRDefault="00900142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27B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C27B4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:rsidR="00900142" w:rsidRPr="004C27B4" w:rsidRDefault="00900142" w:rsidP="00C83E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przedstawienie i analiza sytuacji problemowej, wypowiedź</w:t>
            </w:r>
          </w:p>
        </w:tc>
        <w:tc>
          <w:tcPr>
            <w:tcW w:w="2126" w:type="dxa"/>
          </w:tcPr>
          <w:p w:rsidR="00900142" w:rsidRPr="004C27B4" w:rsidRDefault="00900142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37D1F" w:rsidRPr="004C27B4" w:rsidTr="00B37D1F">
        <w:tc>
          <w:tcPr>
            <w:tcW w:w="1985" w:type="dxa"/>
            <w:vAlign w:val="center"/>
          </w:tcPr>
          <w:p w:rsidR="00B37D1F" w:rsidRPr="004C27B4" w:rsidRDefault="00B37D1F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B37D1F" w:rsidRPr="004C27B4" w:rsidRDefault="00B37D1F" w:rsidP="00B3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przedstawienie i analiza sytuacji problemowej wypowiedź, dyskusja</w:t>
            </w:r>
          </w:p>
        </w:tc>
        <w:tc>
          <w:tcPr>
            <w:tcW w:w="2126" w:type="dxa"/>
          </w:tcPr>
          <w:p w:rsidR="00B37D1F" w:rsidRPr="004C27B4" w:rsidRDefault="00B37D1F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37D1F" w:rsidRPr="004C27B4" w:rsidTr="00B37D1F">
        <w:tc>
          <w:tcPr>
            <w:tcW w:w="1985" w:type="dxa"/>
            <w:vAlign w:val="center"/>
          </w:tcPr>
          <w:p w:rsidR="00B37D1F" w:rsidRPr="004C27B4" w:rsidRDefault="00B37D1F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27B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C27B4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528" w:type="dxa"/>
          </w:tcPr>
          <w:p w:rsidR="00B37D1F" w:rsidRPr="004C27B4" w:rsidRDefault="00B37D1F" w:rsidP="00B3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 xml:space="preserve">wypowiedź, dyskusja, praca w grupach </w:t>
            </w:r>
          </w:p>
        </w:tc>
        <w:tc>
          <w:tcPr>
            <w:tcW w:w="2126" w:type="dxa"/>
          </w:tcPr>
          <w:p w:rsidR="00B37D1F" w:rsidRPr="004C27B4" w:rsidRDefault="00B37D1F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37D1F" w:rsidRPr="004C27B4" w:rsidTr="00B37D1F">
        <w:tc>
          <w:tcPr>
            <w:tcW w:w="1985" w:type="dxa"/>
            <w:vAlign w:val="center"/>
          </w:tcPr>
          <w:p w:rsidR="00B37D1F" w:rsidRPr="004C27B4" w:rsidRDefault="00B37D1F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="00B37D1F" w:rsidRPr="004C27B4" w:rsidRDefault="00900142" w:rsidP="009001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an</w:t>
            </w:r>
            <w:r w:rsidR="00B37D1F" w:rsidRPr="004C27B4">
              <w:rPr>
                <w:rFonts w:ascii="Corbel" w:hAnsi="Corbel"/>
                <w:sz w:val="24"/>
                <w:szCs w:val="24"/>
              </w:rPr>
              <w:t>aliza przypadku</w:t>
            </w:r>
          </w:p>
        </w:tc>
        <w:tc>
          <w:tcPr>
            <w:tcW w:w="2126" w:type="dxa"/>
          </w:tcPr>
          <w:p w:rsidR="00B37D1F" w:rsidRPr="004C27B4" w:rsidRDefault="00B37D1F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37D1F" w:rsidRPr="004C27B4" w:rsidTr="00B37D1F">
        <w:tc>
          <w:tcPr>
            <w:tcW w:w="1985" w:type="dxa"/>
            <w:vAlign w:val="center"/>
          </w:tcPr>
          <w:p w:rsidR="00B37D1F" w:rsidRPr="004C27B4" w:rsidRDefault="00B37D1F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27B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C27B4"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5528" w:type="dxa"/>
          </w:tcPr>
          <w:p w:rsidR="00B37D1F" w:rsidRPr="004C27B4" w:rsidRDefault="00B37D1F" w:rsidP="00B3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obserwacja w trakcie zajęć, wypowiedź studenta.</w:t>
            </w:r>
          </w:p>
        </w:tc>
        <w:tc>
          <w:tcPr>
            <w:tcW w:w="2126" w:type="dxa"/>
          </w:tcPr>
          <w:p w:rsidR="00B37D1F" w:rsidRPr="004C27B4" w:rsidRDefault="00B37D1F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37D1F" w:rsidRPr="004C27B4" w:rsidTr="00B37D1F">
        <w:tc>
          <w:tcPr>
            <w:tcW w:w="1985" w:type="dxa"/>
            <w:vAlign w:val="center"/>
          </w:tcPr>
          <w:p w:rsidR="00B37D1F" w:rsidRPr="004C27B4" w:rsidRDefault="00B37D1F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:rsidR="00B37D1F" w:rsidRPr="004C27B4" w:rsidRDefault="00B37D1F" w:rsidP="00B3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przedstawienie i analiza sytuacji problemowej</w:t>
            </w:r>
          </w:p>
        </w:tc>
        <w:tc>
          <w:tcPr>
            <w:tcW w:w="2126" w:type="dxa"/>
          </w:tcPr>
          <w:p w:rsidR="00B37D1F" w:rsidRPr="004C27B4" w:rsidRDefault="00B37D1F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321345" w:rsidRPr="004C27B4" w:rsidRDefault="0032134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4C27B4" w:rsidRDefault="003E1941" w:rsidP="00B37D1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27B4">
        <w:rPr>
          <w:rFonts w:ascii="Corbel" w:hAnsi="Corbel"/>
          <w:smallCaps w:val="0"/>
          <w:szCs w:val="24"/>
        </w:rPr>
        <w:t xml:space="preserve">4.2 </w:t>
      </w:r>
      <w:r w:rsidR="0085747A" w:rsidRPr="004C27B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C27B4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C27B4" w:rsidTr="00923D7D">
        <w:tc>
          <w:tcPr>
            <w:tcW w:w="9670" w:type="dxa"/>
          </w:tcPr>
          <w:p w:rsidR="0085747A" w:rsidRPr="004C27B4" w:rsidRDefault="009E34C9" w:rsidP="004C28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 </w:t>
            </w:r>
            <w:r w:rsidR="00B37D1F"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warsztaty: </w:t>
            </w:r>
            <w:r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4C2872" w:rsidRPr="004C27B4">
              <w:rPr>
                <w:rFonts w:ascii="Corbel" w:hAnsi="Corbel"/>
                <w:b w:val="0"/>
                <w:smallCaps w:val="0"/>
                <w:szCs w:val="24"/>
              </w:rPr>
              <w:t>i analiza sytuacji problemowej</w:t>
            </w:r>
            <w:r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6632E" w:rsidRPr="004C27B4">
              <w:rPr>
                <w:rFonts w:ascii="Corbel" w:hAnsi="Corbel"/>
                <w:b w:val="0"/>
                <w:smallCaps w:val="0"/>
                <w:szCs w:val="24"/>
              </w:rPr>
              <w:t>wypowiedź studenta, udział w dyskusji</w:t>
            </w:r>
            <w:r w:rsidR="00900142"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, analiza przypadku, ocenianie tradycyjne: </w:t>
            </w:r>
            <w:proofErr w:type="spellStart"/>
            <w:r w:rsidR="00900142" w:rsidRPr="004C27B4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900142"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900142" w:rsidRPr="004C27B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900142"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900142" w:rsidRPr="004C27B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900142"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900142" w:rsidRPr="004C27B4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900142"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900142" w:rsidRPr="004C27B4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900142"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900142" w:rsidRPr="004C27B4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85747A" w:rsidRPr="004C27B4" w:rsidRDefault="0085747A" w:rsidP="001F27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949CD" w:rsidRPr="004C27B4" w:rsidRDefault="009949C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C27B4" w:rsidRDefault="0085747A" w:rsidP="00B37D1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27B4">
        <w:rPr>
          <w:rFonts w:ascii="Corbel" w:hAnsi="Corbel"/>
          <w:b/>
          <w:sz w:val="24"/>
          <w:szCs w:val="24"/>
        </w:rPr>
        <w:t xml:space="preserve">5. </w:t>
      </w:r>
      <w:r w:rsidR="00C61DC5" w:rsidRPr="004C27B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955CB4" w:rsidRPr="004C27B4" w:rsidRDefault="00955CB4" w:rsidP="00B37D1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C27B4" w:rsidTr="003E1941">
        <w:tc>
          <w:tcPr>
            <w:tcW w:w="4962" w:type="dxa"/>
            <w:vAlign w:val="center"/>
          </w:tcPr>
          <w:p w:rsidR="0085747A" w:rsidRPr="004C27B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27B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27B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27B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C27B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27B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27B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C27B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27B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C27B4" w:rsidTr="00923D7D">
        <w:tc>
          <w:tcPr>
            <w:tcW w:w="4962" w:type="dxa"/>
          </w:tcPr>
          <w:p w:rsidR="0085747A" w:rsidRPr="004C27B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G</w:t>
            </w:r>
            <w:r w:rsidR="0085747A" w:rsidRPr="004C27B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C27B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C27B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C27B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C27B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C27B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C27B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4C27B4" w:rsidRDefault="001F278D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70D58" w:rsidRPr="004C27B4" w:rsidTr="002E1809">
        <w:trPr>
          <w:trHeight w:val="593"/>
        </w:trPr>
        <w:tc>
          <w:tcPr>
            <w:tcW w:w="4962" w:type="dxa"/>
          </w:tcPr>
          <w:p w:rsidR="00F70D58" w:rsidRPr="004C27B4" w:rsidRDefault="00F70D58" w:rsidP="00F7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F70D58" w:rsidRPr="004C27B4" w:rsidRDefault="00F70D58" w:rsidP="00F7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F70D58" w:rsidRPr="004C27B4" w:rsidRDefault="00F70D58" w:rsidP="00944F4F">
            <w:pPr>
              <w:pStyle w:val="Akapitzlist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C2872" w:rsidRPr="004C27B4" w:rsidTr="00923D7D">
        <w:tc>
          <w:tcPr>
            <w:tcW w:w="4962" w:type="dxa"/>
          </w:tcPr>
          <w:p w:rsidR="004C2872" w:rsidRPr="004C27B4" w:rsidRDefault="004C287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</w:tc>
        <w:tc>
          <w:tcPr>
            <w:tcW w:w="4677" w:type="dxa"/>
          </w:tcPr>
          <w:p w:rsidR="004C2872" w:rsidRPr="004C27B4" w:rsidRDefault="004C2872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4C27B4" w:rsidTr="00923D7D">
        <w:tc>
          <w:tcPr>
            <w:tcW w:w="4962" w:type="dxa"/>
          </w:tcPr>
          <w:p w:rsidR="00C61DC5" w:rsidRPr="004C27B4" w:rsidRDefault="001F278D" w:rsidP="001F2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</w:t>
            </w:r>
            <w:r w:rsidR="00C61DC5" w:rsidRPr="004C27B4">
              <w:rPr>
                <w:rFonts w:ascii="Corbel" w:hAnsi="Corbel"/>
                <w:sz w:val="24"/>
                <w:szCs w:val="24"/>
              </w:rPr>
              <w:t>rzygotowanie do zajęć</w:t>
            </w:r>
            <w:r w:rsidR="00944F4F" w:rsidRPr="004C27B4">
              <w:rPr>
                <w:rFonts w:ascii="Corbel" w:hAnsi="Corbel"/>
                <w:sz w:val="24"/>
                <w:szCs w:val="24"/>
              </w:rPr>
              <w:t>/ egzaminu</w:t>
            </w:r>
          </w:p>
        </w:tc>
        <w:tc>
          <w:tcPr>
            <w:tcW w:w="4677" w:type="dxa"/>
          </w:tcPr>
          <w:p w:rsidR="00C61DC5" w:rsidRPr="004C27B4" w:rsidRDefault="00944F4F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4C27B4" w:rsidTr="00923D7D">
        <w:tc>
          <w:tcPr>
            <w:tcW w:w="4962" w:type="dxa"/>
          </w:tcPr>
          <w:p w:rsidR="0085747A" w:rsidRPr="004C27B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C27B4" w:rsidRDefault="004C2872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4C27B4" w:rsidTr="00923D7D">
        <w:tc>
          <w:tcPr>
            <w:tcW w:w="4962" w:type="dxa"/>
          </w:tcPr>
          <w:p w:rsidR="0085747A" w:rsidRPr="004C27B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27B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C27B4" w:rsidRDefault="001F278D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27B4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4C27B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27B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27B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C27B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05C02" w:rsidRPr="004C27B4" w:rsidRDefault="0071620A" w:rsidP="00D05C0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27B4">
        <w:rPr>
          <w:rFonts w:ascii="Corbel" w:hAnsi="Corbel"/>
          <w:smallCaps w:val="0"/>
          <w:szCs w:val="24"/>
        </w:rPr>
        <w:t xml:space="preserve">6. </w:t>
      </w:r>
      <w:r w:rsidR="0085747A" w:rsidRPr="004C27B4">
        <w:rPr>
          <w:rFonts w:ascii="Corbel" w:hAnsi="Corbel"/>
          <w:smallCaps w:val="0"/>
          <w:szCs w:val="24"/>
        </w:rPr>
        <w:t>PRAKTYKI ZAWO</w:t>
      </w:r>
      <w:r w:rsidR="009D3F3B" w:rsidRPr="004C27B4">
        <w:rPr>
          <w:rFonts w:ascii="Corbel" w:hAnsi="Corbel"/>
          <w:smallCaps w:val="0"/>
          <w:szCs w:val="24"/>
        </w:rPr>
        <w:t>DOWE W RAMACH PRZEDMIOTU</w:t>
      </w:r>
    </w:p>
    <w:p w:rsidR="00955CB4" w:rsidRPr="004C27B4" w:rsidRDefault="00955CB4" w:rsidP="00D05C0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387"/>
      </w:tblGrid>
      <w:tr w:rsidR="0085747A" w:rsidRPr="004C27B4" w:rsidTr="00C061CF">
        <w:trPr>
          <w:trHeight w:val="397"/>
        </w:trPr>
        <w:tc>
          <w:tcPr>
            <w:tcW w:w="4111" w:type="dxa"/>
          </w:tcPr>
          <w:p w:rsidR="0085747A" w:rsidRPr="004C27B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:rsidR="0085747A" w:rsidRPr="004C27B4" w:rsidRDefault="00F70D58" w:rsidP="00F70D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4C27B4" w:rsidTr="00C061CF">
        <w:trPr>
          <w:trHeight w:val="397"/>
        </w:trPr>
        <w:tc>
          <w:tcPr>
            <w:tcW w:w="4111" w:type="dxa"/>
          </w:tcPr>
          <w:p w:rsidR="0085747A" w:rsidRPr="004C27B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:rsidR="0085747A" w:rsidRPr="004C27B4" w:rsidRDefault="00F70D58" w:rsidP="00F70D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4C27B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05C02" w:rsidRPr="004C27B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27B4">
        <w:rPr>
          <w:rFonts w:ascii="Corbel" w:hAnsi="Corbel"/>
          <w:smallCaps w:val="0"/>
          <w:szCs w:val="24"/>
        </w:rPr>
        <w:t xml:space="preserve">7. </w:t>
      </w:r>
      <w:r w:rsidR="0085747A" w:rsidRPr="004C27B4">
        <w:rPr>
          <w:rFonts w:ascii="Corbel" w:hAnsi="Corbel"/>
          <w:smallCaps w:val="0"/>
          <w:szCs w:val="24"/>
        </w:rPr>
        <w:t>LITERATURA</w:t>
      </w:r>
      <w:r w:rsidRPr="004C27B4">
        <w:rPr>
          <w:rFonts w:ascii="Corbel" w:hAnsi="Corbel"/>
          <w:smallCaps w:val="0"/>
          <w:szCs w:val="24"/>
        </w:rPr>
        <w:t xml:space="preserve"> </w:t>
      </w:r>
    </w:p>
    <w:p w:rsidR="00955CB4" w:rsidRPr="004C27B4" w:rsidRDefault="00955CB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C27B4" w:rsidTr="00F70D58">
        <w:trPr>
          <w:trHeight w:val="397"/>
        </w:trPr>
        <w:tc>
          <w:tcPr>
            <w:tcW w:w="9639" w:type="dxa"/>
          </w:tcPr>
          <w:p w:rsidR="00944F4F" w:rsidRPr="004C27B4" w:rsidRDefault="00944F4F" w:rsidP="00DF7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C27B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944F4F" w:rsidRPr="004C27B4" w:rsidRDefault="00944F4F" w:rsidP="00F70D5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  <w:bCs/>
              </w:rPr>
            </w:pPr>
            <w:r w:rsidRPr="004C27B4">
              <w:rPr>
                <w:rFonts w:ascii="Corbel" w:hAnsi="Corbel"/>
              </w:rPr>
              <w:t xml:space="preserve">Borkowska M., (2005), </w:t>
            </w:r>
            <w:r w:rsidRPr="004C27B4">
              <w:rPr>
                <w:rFonts w:ascii="Corbel" w:hAnsi="Corbel"/>
                <w:i/>
              </w:rPr>
              <w:t>Niepełnosprawność ruchowa u dzieci.</w:t>
            </w:r>
            <w:r w:rsidRPr="004C27B4">
              <w:rPr>
                <w:rFonts w:ascii="Corbel" w:hAnsi="Corbel"/>
              </w:rPr>
              <w:t xml:space="preserve"> W: Uczeń z niepełnosprawnością ruchową w szkole ogólnodostępnej. Loska, M., Myślińska, D. (red), Warszawa</w:t>
            </w:r>
            <w:r w:rsidR="004C2872" w:rsidRPr="004C27B4">
              <w:rPr>
                <w:rFonts w:ascii="Corbel" w:hAnsi="Corbel"/>
              </w:rPr>
              <w:t>.</w:t>
            </w:r>
          </w:p>
          <w:p w:rsidR="00944F4F" w:rsidRPr="004C27B4" w:rsidRDefault="00944F4F" w:rsidP="00F70D5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  <w:bCs/>
              </w:rPr>
            </w:pPr>
            <w:r w:rsidRPr="004C27B4">
              <w:rPr>
                <w:rFonts w:ascii="Corbel" w:hAnsi="Corbel"/>
              </w:rPr>
              <w:t xml:space="preserve">Borkowska, M. (2001). </w:t>
            </w:r>
            <w:r w:rsidRPr="004C27B4">
              <w:rPr>
                <w:rFonts w:ascii="Corbel" w:hAnsi="Corbel"/>
                <w:i/>
              </w:rPr>
              <w:t>Uwarunkowania rozwoju ruchowego i jego zaburzenia w mózgowym porażeniu dziecięcym</w:t>
            </w:r>
            <w:r w:rsidRPr="004C27B4">
              <w:rPr>
                <w:rFonts w:ascii="Corbel" w:hAnsi="Corbel"/>
              </w:rPr>
              <w:t>. Warszawa: Wydawnictwo Zaułek</w:t>
            </w:r>
            <w:r w:rsidR="00DF73DD" w:rsidRPr="004C27B4">
              <w:rPr>
                <w:rFonts w:ascii="Corbel" w:hAnsi="Corbel"/>
              </w:rPr>
              <w:t>.</w:t>
            </w:r>
          </w:p>
          <w:p w:rsidR="00944F4F" w:rsidRPr="004C27B4" w:rsidRDefault="00944F4F" w:rsidP="00F70D5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  <w:bCs/>
              </w:rPr>
            </w:pPr>
            <w:r w:rsidRPr="004C27B4">
              <w:rPr>
                <w:rFonts w:ascii="Corbel" w:hAnsi="Corbel"/>
              </w:rPr>
              <w:t xml:space="preserve">Brzezińska, </w:t>
            </w:r>
            <w:proofErr w:type="spellStart"/>
            <w:r w:rsidRPr="004C27B4">
              <w:rPr>
                <w:rFonts w:ascii="Corbel" w:hAnsi="Corbel"/>
              </w:rPr>
              <w:t>A.I</w:t>
            </w:r>
            <w:proofErr w:type="spellEnd"/>
            <w:r w:rsidRPr="004C27B4">
              <w:rPr>
                <w:rFonts w:ascii="Corbel" w:hAnsi="Corbel"/>
              </w:rPr>
              <w:t xml:space="preserve">., </w:t>
            </w:r>
            <w:proofErr w:type="spellStart"/>
            <w:r w:rsidRPr="004C27B4">
              <w:rPr>
                <w:rFonts w:ascii="Corbel" w:hAnsi="Corbel"/>
              </w:rPr>
              <w:t>Ohme</w:t>
            </w:r>
            <w:proofErr w:type="spellEnd"/>
            <w:r w:rsidRPr="004C27B4">
              <w:rPr>
                <w:rFonts w:ascii="Corbel" w:hAnsi="Corbel"/>
              </w:rPr>
              <w:t xml:space="preserve">, M. i inni (2009). </w:t>
            </w:r>
            <w:r w:rsidRPr="004C27B4">
              <w:rPr>
                <w:rFonts w:ascii="Corbel" w:hAnsi="Corbel"/>
                <w:i/>
              </w:rPr>
              <w:t>Jak wspomagać rozwój dzieci i młodzieży z ograniczeniami sprawności</w:t>
            </w:r>
            <w:r w:rsidRPr="004C27B4">
              <w:rPr>
                <w:rFonts w:ascii="Corbel" w:hAnsi="Corbel"/>
              </w:rPr>
              <w:t>. Gdańsk: GWP</w:t>
            </w:r>
            <w:r w:rsidR="00DF73DD" w:rsidRPr="004C27B4">
              <w:rPr>
                <w:rFonts w:ascii="Corbel" w:hAnsi="Corbel"/>
              </w:rPr>
              <w:t>.</w:t>
            </w:r>
          </w:p>
          <w:p w:rsidR="00944F4F" w:rsidRPr="004C27B4" w:rsidRDefault="00944F4F" w:rsidP="00F70D5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  <w:bCs/>
              </w:rPr>
            </w:pPr>
            <w:r w:rsidRPr="004C27B4">
              <w:rPr>
                <w:rFonts w:ascii="Corbel" w:hAnsi="Corbel"/>
              </w:rPr>
              <w:t xml:space="preserve">Jaszczuk J., Przybylska E. (2005). </w:t>
            </w:r>
            <w:r w:rsidRPr="004C27B4">
              <w:rPr>
                <w:rFonts w:ascii="Corbel" w:hAnsi="Corbel"/>
                <w:i/>
              </w:rPr>
              <w:t>Wykorzystanie specjalistycznych pomocy i przyborów szkolnych w edukacji dzieci z mózgowym porażeniem dziecięcym</w:t>
            </w:r>
            <w:r w:rsidRPr="004C27B4">
              <w:rPr>
                <w:rFonts w:ascii="Corbel" w:hAnsi="Corbel"/>
              </w:rPr>
              <w:t xml:space="preserve">. W: Uczeń z niepełnosprawnością ruchową w szkole ogólnodostępnej. Loska, M., Myślińska, D. (red). Warszawa: </w:t>
            </w:r>
            <w:proofErr w:type="spellStart"/>
            <w:r w:rsidRPr="004C27B4">
              <w:rPr>
                <w:rFonts w:ascii="Corbel" w:hAnsi="Corbel"/>
              </w:rPr>
              <w:t>MENiS</w:t>
            </w:r>
            <w:proofErr w:type="spellEnd"/>
            <w:r w:rsidR="00DF73DD" w:rsidRPr="004C27B4">
              <w:rPr>
                <w:rFonts w:ascii="Corbel" w:hAnsi="Corbel"/>
              </w:rPr>
              <w:t>.</w:t>
            </w:r>
          </w:p>
          <w:p w:rsidR="00944F4F" w:rsidRPr="004C27B4" w:rsidRDefault="00944F4F" w:rsidP="00F70D58">
            <w:pPr>
              <w:pStyle w:val="Normalny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4C27B4">
              <w:rPr>
                <w:rFonts w:ascii="Corbel" w:hAnsi="Corbel"/>
              </w:rPr>
              <w:t xml:space="preserve">Krakowiak K. (red.) (2017) </w:t>
            </w:r>
            <w:r w:rsidRPr="004C27B4">
              <w:rPr>
                <w:rFonts w:ascii="Corbel" w:hAnsi="Corbel"/>
                <w:i/>
              </w:rPr>
              <w:t>Diagnoza specjalnych potrzeb rozwojowych i edukacyjnych dzieci i młodzieży. Standardy, wytyczne oraz wskazówki do przygotowania i adaptacji narzędzi diagnostycznych dla dzieci i młodzieży z wybranymi specjalnymi i rozwojowymi potrzebami edukacyjnymi</w:t>
            </w:r>
            <w:r w:rsidRPr="004C27B4">
              <w:rPr>
                <w:rFonts w:ascii="Corbel" w:hAnsi="Corbel"/>
              </w:rPr>
              <w:t xml:space="preserve">, ORE, Warszawa </w:t>
            </w:r>
            <w:r w:rsidR="00DF73DD" w:rsidRPr="004C27B4">
              <w:rPr>
                <w:rFonts w:ascii="Corbel" w:hAnsi="Corbel"/>
              </w:rPr>
              <w:t>.</w:t>
            </w:r>
          </w:p>
          <w:p w:rsidR="00944F4F" w:rsidRPr="004C27B4" w:rsidRDefault="00944F4F" w:rsidP="00F70D58">
            <w:pPr>
              <w:pStyle w:val="Normalny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4C27B4">
              <w:rPr>
                <w:rStyle w:val="Pogrubienie"/>
                <w:rFonts w:ascii="Corbel" w:hAnsi="Corbel"/>
                <w:b w:val="0"/>
                <w:shd w:val="clear" w:color="auto" w:fill="FFFFFF"/>
              </w:rPr>
              <w:t xml:space="preserve">Krause A. (2010) </w:t>
            </w:r>
            <w:r w:rsidRPr="004C27B4">
              <w:rPr>
                <w:rStyle w:val="Pogrubienie"/>
                <w:rFonts w:ascii="Corbel" w:hAnsi="Corbel"/>
                <w:b w:val="0"/>
                <w:i/>
                <w:shd w:val="clear" w:color="auto" w:fill="FFFFFF"/>
              </w:rPr>
              <w:t>Współczesne paradygmaty pedagogiki specjalnej</w:t>
            </w:r>
            <w:r w:rsidRPr="004C27B4">
              <w:rPr>
                <w:rFonts w:ascii="Corbel" w:hAnsi="Corbel"/>
                <w:i/>
                <w:shd w:val="clear" w:color="auto" w:fill="FFFFFF"/>
              </w:rPr>
              <w:t>.</w:t>
            </w:r>
            <w:r w:rsidRPr="004C27B4">
              <w:rPr>
                <w:rFonts w:ascii="Corbel" w:hAnsi="Corbel"/>
                <w:shd w:val="clear" w:color="auto" w:fill="FFFFFF"/>
              </w:rPr>
              <w:t xml:space="preserve"> Impuls,  Kraków </w:t>
            </w:r>
          </w:p>
          <w:p w:rsidR="00944F4F" w:rsidRPr="004C27B4" w:rsidRDefault="00944F4F" w:rsidP="00F70D5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  <w:bCs/>
              </w:rPr>
            </w:pPr>
            <w:r w:rsidRPr="004C27B4">
              <w:rPr>
                <w:rFonts w:ascii="Corbel" w:hAnsi="Corbel"/>
              </w:rPr>
              <w:t xml:space="preserve">Loska, M., Myślińska, D. (2005). </w:t>
            </w:r>
            <w:r w:rsidRPr="004C27B4">
              <w:rPr>
                <w:rFonts w:ascii="Corbel" w:hAnsi="Corbel"/>
                <w:i/>
              </w:rPr>
              <w:t>Uczeń z niepełnosprawnością ruchową w szkole ogólnodostępnej.</w:t>
            </w:r>
            <w:r w:rsidRPr="004C27B4">
              <w:rPr>
                <w:rFonts w:ascii="Corbel" w:hAnsi="Corbel"/>
              </w:rPr>
              <w:t xml:space="preserve"> Warszawa: </w:t>
            </w:r>
            <w:proofErr w:type="spellStart"/>
            <w:r w:rsidRPr="004C27B4">
              <w:rPr>
                <w:rFonts w:ascii="Corbel" w:hAnsi="Corbel"/>
              </w:rPr>
              <w:t>MENiS</w:t>
            </w:r>
            <w:proofErr w:type="spellEnd"/>
            <w:r w:rsidR="00DF73DD" w:rsidRPr="004C27B4">
              <w:rPr>
                <w:rFonts w:ascii="Corbel" w:hAnsi="Corbel"/>
              </w:rPr>
              <w:t>.</w:t>
            </w:r>
          </w:p>
          <w:p w:rsidR="00944F4F" w:rsidRPr="004C27B4" w:rsidRDefault="00944F4F" w:rsidP="00F70D5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  <w:bCs/>
              </w:rPr>
            </w:pPr>
            <w:r w:rsidRPr="004C27B4">
              <w:rPr>
                <w:rFonts w:ascii="Corbel" w:hAnsi="Corbel"/>
              </w:rPr>
              <w:t xml:space="preserve">Mazanek, E. (2004). </w:t>
            </w:r>
            <w:r w:rsidRPr="004C27B4">
              <w:rPr>
                <w:rFonts w:ascii="Corbel" w:hAnsi="Corbel"/>
                <w:i/>
              </w:rPr>
              <w:t>Mózgowe porażenie dziecięce – problemy psychologiczno-pedagogiczne</w:t>
            </w:r>
            <w:r w:rsidRPr="004C27B4">
              <w:rPr>
                <w:rFonts w:ascii="Corbel" w:hAnsi="Corbel"/>
              </w:rPr>
              <w:t>. Warszawa: Wydawnictwo APS. Michałowicz</w:t>
            </w:r>
            <w:r w:rsidR="00DF73DD" w:rsidRPr="004C27B4">
              <w:rPr>
                <w:rFonts w:ascii="Corbel" w:hAnsi="Corbel"/>
              </w:rPr>
              <w:t>.</w:t>
            </w:r>
          </w:p>
          <w:p w:rsidR="00944F4F" w:rsidRPr="004C27B4" w:rsidRDefault="00944F4F" w:rsidP="00F70D5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  <w:bCs/>
              </w:rPr>
            </w:pPr>
            <w:r w:rsidRPr="004C27B4">
              <w:rPr>
                <w:rFonts w:ascii="Corbel" w:hAnsi="Corbel"/>
              </w:rPr>
              <w:lastRenderedPageBreak/>
              <w:t xml:space="preserve">Plichta P., I. Jagoszewska i inni, (2017) </w:t>
            </w:r>
            <w:r w:rsidRPr="004C27B4">
              <w:rPr>
                <w:rFonts w:ascii="Corbel" w:hAnsi="Corbel"/>
                <w:i/>
              </w:rPr>
              <w:t>Specjalne potrzeby edukacyjne uczniów z niepełnosprawnościami</w:t>
            </w:r>
            <w:r w:rsidRPr="004C27B4">
              <w:rPr>
                <w:rFonts w:ascii="Corbel" w:hAnsi="Corbel"/>
              </w:rPr>
              <w:t>, Impuls, Kraków</w:t>
            </w:r>
            <w:r w:rsidR="00DF73DD" w:rsidRPr="004C27B4">
              <w:rPr>
                <w:rFonts w:ascii="Corbel" w:hAnsi="Corbel"/>
              </w:rPr>
              <w:t>.</w:t>
            </w:r>
            <w:r w:rsidRPr="004C27B4">
              <w:rPr>
                <w:rFonts w:ascii="Corbel" w:hAnsi="Corbel"/>
              </w:rPr>
              <w:t xml:space="preserve"> </w:t>
            </w:r>
          </w:p>
          <w:p w:rsidR="00944F4F" w:rsidRPr="004C27B4" w:rsidRDefault="00944F4F" w:rsidP="00F70D5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  <w:bCs/>
              </w:rPr>
            </w:pPr>
            <w:r w:rsidRPr="004C27B4">
              <w:rPr>
                <w:rFonts w:ascii="Corbel" w:hAnsi="Corbel"/>
              </w:rPr>
              <w:t>Podgórska-Jachnik D.</w:t>
            </w:r>
            <w:r w:rsidRPr="004C27B4">
              <w:rPr>
                <w:rFonts w:ascii="Corbel" w:hAnsi="Corbel"/>
                <w:kern w:val="36"/>
              </w:rPr>
              <w:t xml:space="preserve">, (2016) </w:t>
            </w:r>
            <w:r w:rsidRPr="004C27B4">
              <w:rPr>
                <w:rFonts w:ascii="Corbel" w:hAnsi="Corbel"/>
                <w:i/>
                <w:kern w:val="36"/>
              </w:rPr>
              <w:t>Studia nad niepełnosprawnością i ruch włączający w społeczeństwie jako</w:t>
            </w:r>
            <w:r w:rsidR="00DF73DD" w:rsidRPr="004C27B4">
              <w:rPr>
                <w:rFonts w:ascii="Corbel" w:hAnsi="Corbel"/>
                <w:i/>
                <w:kern w:val="36"/>
              </w:rPr>
              <w:t xml:space="preserve"> konteksty edukacji włączającej</w:t>
            </w:r>
            <w:r w:rsidR="00DF73DD" w:rsidRPr="004C27B4">
              <w:rPr>
                <w:rFonts w:ascii="Corbel" w:hAnsi="Corbel"/>
                <w:kern w:val="36"/>
              </w:rPr>
              <w:t xml:space="preserve">, </w:t>
            </w:r>
            <w:r w:rsidR="00F70D58" w:rsidRPr="004C27B4">
              <w:rPr>
                <w:rFonts w:ascii="Corbel" w:hAnsi="Corbel"/>
                <w:kern w:val="36"/>
              </w:rPr>
              <w:t>„</w:t>
            </w:r>
            <w:r w:rsidRPr="004C27B4">
              <w:rPr>
                <w:rFonts w:ascii="Corbel" w:hAnsi="Corbel"/>
                <w:kern w:val="36"/>
              </w:rPr>
              <w:t>Problemy Edukacji, Rehabilitacji i Socjalizacji osób Niepełnosprawnych</w:t>
            </w:r>
            <w:r w:rsidR="00F70D58" w:rsidRPr="004C27B4">
              <w:rPr>
                <w:rFonts w:ascii="Corbel" w:hAnsi="Corbel"/>
                <w:kern w:val="36"/>
              </w:rPr>
              <w:t>”</w:t>
            </w:r>
            <w:r w:rsidRPr="004C27B4">
              <w:rPr>
                <w:rFonts w:ascii="Corbel" w:hAnsi="Corbel"/>
                <w:kern w:val="36"/>
              </w:rPr>
              <w:t>, nr 22</w:t>
            </w:r>
            <w:r w:rsidR="00DF73DD" w:rsidRPr="004C27B4">
              <w:rPr>
                <w:rFonts w:ascii="Corbel" w:hAnsi="Corbel"/>
                <w:kern w:val="36"/>
              </w:rPr>
              <w:t>.</w:t>
            </w:r>
          </w:p>
        </w:tc>
      </w:tr>
      <w:tr w:rsidR="0085747A" w:rsidRPr="004C27B4" w:rsidTr="00F70D58">
        <w:trPr>
          <w:trHeight w:val="397"/>
        </w:trPr>
        <w:tc>
          <w:tcPr>
            <w:tcW w:w="9639" w:type="dxa"/>
          </w:tcPr>
          <w:p w:rsidR="0085747A" w:rsidRPr="004C27B4" w:rsidRDefault="0085747A" w:rsidP="00DF7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C27B4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7240A" w:rsidRPr="004C27B4" w:rsidRDefault="0067240A" w:rsidP="00F70D5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Corbel" w:hAnsi="Corbel"/>
                <w:bCs/>
              </w:rPr>
            </w:pPr>
            <w:r w:rsidRPr="004C27B4">
              <w:rPr>
                <w:rFonts w:ascii="Corbel" w:hAnsi="Corbel"/>
              </w:rPr>
              <w:t xml:space="preserve">Pilecka W, M. Rutkowski (red.) </w:t>
            </w:r>
            <w:r w:rsidR="00DF73DD" w:rsidRPr="004C27B4">
              <w:rPr>
                <w:rFonts w:ascii="Corbel" w:hAnsi="Corbel"/>
              </w:rPr>
              <w:t xml:space="preserve">(2009), </w:t>
            </w:r>
            <w:r w:rsidRPr="004C27B4">
              <w:rPr>
                <w:rStyle w:val="Pogrubienie"/>
                <w:rFonts w:ascii="Corbel" w:hAnsi="Corbel"/>
                <w:b w:val="0"/>
                <w:i/>
              </w:rPr>
              <w:t>Dziecko ze specjalnymi potrzebami edukacyjnymi w drodze ku dorosłości</w:t>
            </w:r>
            <w:r w:rsidRPr="004C27B4">
              <w:rPr>
                <w:rFonts w:ascii="Corbel" w:hAnsi="Corbel"/>
                <w:i/>
              </w:rPr>
              <w:t xml:space="preserve">: psychopedagogiczne podstawy edukacji, rewalidacji i terapii trudności w </w:t>
            </w:r>
            <w:r w:rsidR="00DF73DD" w:rsidRPr="004C27B4">
              <w:rPr>
                <w:rFonts w:ascii="Corbel" w:hAnsi="Corbel"/>
                <w:i/>
              </w:rPr>
              <w:t>uczeniu się</w:t>
            </w:r>
            <w:r w:rsidR="00DF73DD" w:rsidRPr="004C27B4">
              <w:rPr>
                <w:rFonts w:ascii="Corbel" w:hAnsi="Corbel"/>
              </w:rPr>
              <w:t>, „Impuls”, Kraków.</w:t>
            </w:r>
          </w:p>
          <w:p w:rsidR="0067240A" w:rsidRPr="004C27B4" w:rsidRDefault="0067240A" w:rsidP="00F70D5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Corbel" w:hAnsi="Corbel"/>
                <w:bCs/>
              </w:rPr>
            </w:pPr>
            <w:r w:rsidRPr="004C27B4">
              <w:rPr>
                <w:rFonts w:ascii="Corbel" w:hAnsi="Corbel"/>
              </w:rPr>
              <w:t xml:space="preserve">Szymanowska J. </w:t>
            </w:r>
            <w:r w:rsidRPr="004C27B4">
              <w:rPr>
                <w:rStyle w:val="Pogrubienie"/>
                <w:rFonts w:ascii="Corbel" w:hAnsi="Corbel"/>
                <w:b w:val="0"/>
                <w:i/>
              </w:rPr>
              <w:t>Dziecko chore i niepełnosprawne w szkole</w:t>
            </w:r>
            <w:r w:rsidRPr="004C27B4">
              <w:rPr>
                <w:rStyle w:val="Pogrubienie"/>
                <w:rFonts w:ascii="Corbel" w:hAnsi="Corbel"/>
                <w:b w:val="0"/>
              </w:rPr>
              <w:t xml:space="preserve">, </w:t>
            </w:r>
            <w:r w:rsidR="00F70D58" w:rsidRPr="004C27B4">
              <w:rPr>
                <w:rStyle w:val="Pogrubienie"/>
                <w:rFonts w:ascii="Corbel" w:hAnsi="Corbel"/>
                <w:b w:val="0"/>
              </w:rPr>
              <w:t>„</w:t>
            </w:r>
            <w:r w:rsidRPr="004C27B4">
              <w:rPr>
                <w:rFonts w:ascii="Corbel" w:hAnsi="Corbel"/>
              </w:rPr>
              <w:t>Edukacja</w:t>
            </w:r>
            <w:r w:rsidR="00F70D58" w:rsidRPr="004C27B4">
              <w:rPr>
                <w:rFonts w:ascii="Corbel" w:hAnsi="Corbel"/>
              </w:rPr>
              <w:t>”</w:t>
            </w:r>
            <w:r w:rsidRPr="004C27B4">
              <w:rPr>
                <w:rFonts w:ascii="Corbel" w:hAnsi="Corbel"/>
                <w:i/>
              </w:rPr>
              <w:t>,</w:t>
            </w:r>
            <w:r w:rsidR="009626BD" w:rsidRPr="004C27B4">
              <w:rPr>
                <w:rFonts w:ascii="Corbel" w:hAnsi="Corbel"/>
              </w:rPr>
              <w:t xml:space="preserve">  2009, nr 2.</w:t>
            </w:r>
          </w:p>
          <w:p w:rsidR="0067240A" w:rsidRPr="004C27B4" w:rsidRDefault="0067240A" w:rsidP="00F70D5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Corbel" w:hAnsi="Corbel"/>
                <w:bCs/>
              </w:rPr>
            </w:pPr>
            <w:proofErr w:type="spellStart"/>
            <w:r w:rsidRPr="004C27B4">
              <w:rPr>
                <w:rFonts w:ascii="Corbel" w:hAnsi="Corbel"/>
              </w:rPr>
              <w:t>Ziątek</w:t>
            </w:r>
            <w:proofErr w:type="spellEnd"/>
            <w:r w:rsidRPr="004C27B4">
              <w:rPr>
                <w:rFonts w:ascii="Corbel" w:hAnsi="Corbel"/>
              </w:rPr>
              <w:t xml:space="preserve">, K., Jaszczuk, J. (2004). </w:t>
            </w:r>
            <w:r w:rsidRPr="004C27B4">
              <w:rPr>
                <w:rFonts w:ascii="Corbel" w:hAnsi="Corbel"/>
                <w:i/>
              </w:rPr>
              <w:t>Dziecko niepełnosprawne ruchowo na dro</w:t>
            </w:r>
            <w:r w:rsidR="009626BD" w:rsidRPr="004C27B4">
              <w:rPr>
                <w:rFonts w:ascii="Corbel" w:hAnsi="Corbel"/>
                <w:i/>
              </w:rPr>
              <w:t>dze do niezależności</w:t>
            </w:r>
            <w:r w:rsidR="009626BD" w:rsidRPr="004C27B4">
              <w:rPr>
                <w:rFonts w:ascii="Corbel" w:hAnsi="Corbel"/>
              </w:rPr>
              <w:t xml:space="preserve">. Warszawa, </w:t>
            </w:r>
            <w:r w:rsidRPr="004C27B4">
              <w:rPr>
                <w:rFonts w:ascii="Corbel" w:hAnsi="Corbel"/>
              </w:rPr>
              <w:t>Stowarzyszenie Spokojne Jutro.</w:t>
            </w:r>
          </w:p>
        </w:tc>
      </w:tr>
    </w:tbl>
    <w:p w:rsidR="0085747A" w:rsidRPr="004C27B4" w:rsidRDefault="0085747A" w:rsidP="00F70D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C27B4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C27B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955CB4" w:rsidRPr="004C27B4" w:rsidRDefault="00955CB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55CB4" w:rsidRPr="004C27B4" w:rsidRDefault="00955CB4" w:rsidP="00955CB4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sectPr w:rsidR="00955CB4" w:rsidRPr="004C27B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4C97" w:rsidRDefault="008D4C97" w:rsidP="00C16ABF">
      <w:pPr>
        <w:spacing w:after="0" w:line="240" w:lineRule="auto"/>
      </w:pPr>
      <w:r>
        <w:separator/>
      </w:r>
    </w:p>
  </w:endnote>
  <w:endnote w:type="continuationSeparator" w:id="0">
    <w:p w:rsidR="008D4C97" w:rsidRDefault="008D4C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4C97" w:rsidRDefault="008D4C97" w:rsidP="00C16ABF">
      <w:pPr>
        <w:spacing w:after="0" w:line="240" w:lineRule="auto"/>
      </w:pPr>
      <w:r>
        <w:separator/>
      </w:r>
    </w:p>
  </w:footnote>
  <w:footnote w:type="continuationSeparator" w:id="0">
    <w:p w:rsidR="008D4C97" w:rsidRDefault="008D4C9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56885"/>
    <w:multiLevelType w:val="hybridMultilevel"/>
    <w:tmpl w:val="F7A63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D46FAB"/>
    <w:multiLevelType w:val="hybridMultilevel"/>
    <w:tmpl w:val="8BBE7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3E7"/>
    <w:rsid w:val="00070ED6"/>
    <w:rsid w:val="00072E77"/>
    <w:rsid w:val="000742DC"/>
    <w:rsid w:val="00084C12"/>
    <w:rsid w:val="0009462C"/>
    <w:rsid w:val="00094B12"/>
    <w:rsid w:val="00096C46"/>
    <w:rsid w:val="000A2295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F92"/>
    <w:rsid w:val="00124BFF"/>
    <w:rsid w:val="0012560E"/>
    <w:rsid w:val="00127108"/>
    <w:rsid w:val="00134B13"/>
    <w:rsid w:val="00146BC0"/>
    <w:rsid w:val="00153C41"/>
    <w:rsid w:val="00154381"/>
    <w:rsid w:val="00157DC4"/>
    <w:rsid w:val="001640A7"/>
    <w:rsid w:val="00164FA7"/>
    <w:rsid w:val="00166A03"/>
    <w:rsid w:val="001718A7"/>
    <w:rsid w:val="001737CF"/>
    <w:rsid w:val="00176083"/>
    <w:rsid w:val="00177AA2"/>
    <w:rsid w:val="00192F37"/>
    <w:rsid w:val="00195340"/>
    <w:rsid w:val="001A70D2"/>
    <w:rsid w:val="001D657B"/>
    <w:rsid w:val="001D7B54"/>
    <w:rsid w:val="001E0209"/>
    <w:rsid w:val="001E47DD"/>
    <w:rsid w:val="001F278D"/>
    <w:rsid w:val="001F2CA2"/>
    <w:rsid w:val="002144C0"/>
    <w:rsid w:val="0022477D"/>
    <w:rsid w:val="002264E6"/>
    <w:rsid w:val="002278A9"/>
    <w:rsid w:val="002336F9"/>
    <w:rsid w:val="0024028F"/>
    <w:rsid w:val="00244ABC"/>
    <w:rsid w:val="00246103"/>
    <w:rsid w:val="00251862"/>
    <w:rsid w:val="002530CD"/>
    <w:rsid w:val="0027093C"/>
    <w:rsid w:val="00281FF2"/>
    <w:rsid w:val="0028544A"/>
    <w:rsid w:val="002857DE"/>
    <w:rsid w:val="00291567"/>
    <w:rsid w:val="002A22BF"/>
    <w:rsid w:val="002A2389"/>
    <w:rsid w:val="002A671D"/>
    <w:rsid w:val="002B4D55"/>
    <w:rsid w:val="002B4DEC"/>
    <w:rsid w:val="002B5EA0"/>
    <w:rsid w:val="002B6119"/>
    <w:rsid w:val="002C1F06"/>
    <w:rsid w:val="002C74D7"/>
    <w:rsid w:val="002D3375"/>
    <w:rsid w:val="002D73D4"/>
    <w:rsid w:val="002F02A3"/>
    <w:rsid w:val="002F4ABE"/>
    <w:rsid w:val="003018BA"/>
    <w:rsid w:val="0030395F"/>
    <w:rsid w:val="00305C92"/>
    <w:rsid w:val="0030655C"/>
    <w:rsid w:val="00314841"/>
    <w:rsid w:val="003151C5"/>
    <w:rsid w:val="00321345"/>
    <w:rsid w:val="003343CF"/>
    <w:rsid w:val="00346FE9"/>
    <w:rsid w:val="0034759A"/>
    <w:rsid w:val="003503F6"/>
    <w:rsid w:val="003530DD"/>
    <w:rsid w:val="00363F78"/>
    <w:rsid w:val="00393146"/>
    <w:rsid w:val="003A0A5B"/>
    <w:rsid w:val="003A1176"/>
    <w:rsid w:val="003A7E71"/>
    <w:rsid w:val="003C0BAE"/>
    <w:rsid w:val="003D18A9"/>
    <w:rsid w:val="003D6CE2"/>
    <w:rsid w:val="003E1941"/>
    <w:rsid w:val="003E2FE6"/>
    <w:rsid w:val="003E49D5"/>
    <w:rsid w:val="003F205D"/>
    <w:rsid w:val="003F38C0"/>
    <w:rsid w:val="004008E5"/>
    <w:rsid w:val="00412646"/>
    <w:rsid w:val="00414E3C"/>
    <w:rsid w:val="0042244A"/>
    <w:rsid w:val="0042745A"/>
    <w:rsid w:val="00431D5C"/>
    <w:rsid w:val="004362C6"/>
    <w:rsid w:val="00437FA2"/>
    <w:rsid w:val="00445970"/>
    <w:rsid w:val="00455CB9"/>
    <w:rsid w:val="00461EFC"/>
    <w:rsid w:val="004652C2"/>
    <w:rsid w:val="004706D1"/>
    <w:rsid w:val="00471326"/>
    <w:rsid w:val="0047598D"/>
    <w:rsid w:val="004840FD"/>
    <w:rsid w:val="00490F7D"/>
    <w:rsid w:val="00491678"/>
    <w:rsid w:val="00492D28"/>
    <w:rsid w:val="004968E2"/>
    <w:rsid w:val="004A2A60"/>
    <w:rsid w:val="004A3EEA"/>
    <w:rsid w:val="004A4D1F"/>
    <w:rsid w:val="004C27B4"/>
    <w:rsid w:val="004C2872"/>
    <w:rsid w:val="004D5282"/>
    <w:rsid w:val="004F1551"/>
    <w:rsid w:val="004F55A3"/>
    <w:rsid w:val="0050496F"/>
    <w:rsid w:val="00513B6F"/>
    <w:rsid w:val="00517C63"/>
    <w:rsid w:val="005363C4"/>
    <w:rsid w:val="00536BDE"/>
    <w:rsid w:val="005436D8"/>
    <w:rsid w:val="00543ACC"/>
    <w:rsid w:val="00562046"/>
    <w:rsid w:val="0056696D"/>
    <w:rsid w:val="0059484D"/>
    <w:rsid w:val="005965DD"/>
    <w:rsid w:val="005A0855"/>
    <w:rsid w:val="005A3196"/>
    <w:rsid w:val="005C080F"/>
    <w:rsid w:val="005C13A1"/>
    <w:rsid w:val="005C55E5"/>
    <w:rsid w:val="005C696A"/>
    <w:rsid w:val="005E6E85"/>
    <w:rsid w:val="005F31D2"/>
    <w:rsid w:val="0061029B"/>
    <w:rsid w:val="00614BD2"/>
    <w:rsid w:val="00617230"/>
    <w:rsid w:val="0061786D"/>
    <w:rsid w:val="00621770"/>
    <w:rsid w:val="00621CE1"/>
    <w:rsid w:val="00627FC9"/>
    <w:rsid w:val="00647FA8"/>
    <w:rsid w:val="00650C5F"/>
    <w:rsid w:val="00654934"/>
    <w:rsid w:val="006620D9"/>
    <w:rsid w:val="00671958"/>
    <w:rsid w:val="0067240A"/>
    <w:rsid w:val="00675843"/>
    <w:rsid w:val="00687DCF"/>
    <w:rsid w:val="00696477"/>
    <w:rsid w:val="006B2CB7"/>
    <w:rsid w:val="006D050F"/>
    <w:rsid w:val="006D6139"/>
    <w:rsid w:val="006E5D65"/>
    <w:rsid w:val="006F1282"/>
    <w:rsid w:val="006F1FBC"/>
    <w:rsid w:val="006F31E2"/>
    <w:rsid w:val="006F41DF"/>
    <w:rsid w:val="00703829"/>
    <w:rsid w:val="00706544"/>
    <w:rsid w:val="007072BA"/>
    <w:rsid w:val="0071620A"/>
    <w:rsid w:val="00724677"/>
    <w:rsid w:val="00725459"/>
    <w:rsid w:val="007327BD"/>
    <w:rsid w:val="00734608"/>
    <w:rsid w:val="00737B86"/>
    <w:rsid w:val="00745302"/>
    <w:rsid w:val="007461D6"/>
    <w:rsid w:val="00746EC8"/>
    <w:rsid w:val="0075135E"/>
    <w:rsid w:val="00762265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0133"/>
    <w:rsid w:val="008917F9"/>
    <w:rsid w:val="008A3C85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D4C97"/>
    <w:rsid w:val="008D5A3D"/>
    <w:rsid w:val="008E64F4"/>
    <w:rsid w:val="008F12C9"/>
    <w:rsid w:val="008F6E29"/>
    <w:rsid w:val="00900142"/>
    <w:rsid w:val="00916188"/>
    <w:rsid w:val="00923D7D"/>
    <w:rsid w:val="00944F4F"/>
    <w:rsid w:val="009508DF"/>
    <w:rsid w:val="00950DAC"/>
    <w:rsid w:val="00954A07"/>
    <w:rsid w:val="00955CB4"/>
    <w:rsid w:val="009626BD"/>
    <w:rsid w:val="0098004D"/>
    <w:rsid w:val="009821E7"/>
    <w:rsid w:val="009949CD"/>
    <w:rsid w:val="00997F14"/>
    <w:rsid w:val="009A78D9"/>
    <w:rsid w:val="009C2852"/>
    <w:rsid w:val="009C3E31"/>
    <w:rsid w:val="009C54AE"/>
    <w:rsid w:val="009C788E"/>
    <w:rsid w:val="009D3F3B"/>
    <w:rsid w:val="009E0543"/>
    <w:rsid w:val="009E34C9"/>
    <w:rsid w:val="009E3B41"/>
    <w:rsid w:val="009F3C5C"/>
    <w:rsid w:val="009F4610"/>
    <w:rsid w:val="00A00ECC"/>
    <w:rsid w:val="00A155EE"/>
    <w:rsid w:val="00A21ACE"/>
    <w:rsid w:val="00A2245B"/>
    <w:rsid w:val="00A30110"/>
    <w:rsid w:val="00A36899"/>
    <w:rsid w:val="00A371F6"/>
    <w:rsid w:val="00A43BF6"/>
    <w:rsid w:val="00A53199"/>
    <w:rsid w:val="00A53FA5"/>
    <w:rsid w:val="00A54817"/>
    <w:rsid w:val="00A54B94"/>
    <w:rsid w:val="00A601C8"/>
    <w:rsid w:val="00A60799"/>
    <w:rsid w:val="00A6632E"/>
    <w:rsid w:val="00A81544"/>
    <w:rsid w:val="00A83B69"/>
    <w:rsid w:val="00A84C85"/>
    <w:rsid w:val="00A97DE1"/>
    <w:rsid w:val="00AB053C"/>
    <w:rsid w:val="00AC747F"/>
    <w:rsid w:val="00AD1146"/>
    <w:rsid w:val="00AD27D3"/>
    <w:rsid w:val="00AD2936"/>
    <w:rsid w:val="00AD66D6"/>
    <w:rsid w:val="00AE1160"/>
    <w:rsid w:val="00AE203C"/>
    <w:rsid w:val="00AE2E74"/>
    <w:rsid w:val="00AE5FCB"/>
    <w:rsid w:val="00AF2C1E"/>
    <w:rsid w:val="00B06142"/>
    <w:rsid w:val="00B135B1"/>
    <w:rsid w:val="00B20868"/>
    <w:rsid w:val="00B3130B"/>
    <w:rsid w:val="00B37D1F"/>
    <w:rsid w:val="00B40ADB"/>
    <w:rsid w:val="00B43B77"/>
    <w:rsid w:val="00B43E80"/>
    <w:rsid w:val="00B607DB"/>
    <w:rsid w:val="00B66529"/>
    <w:rsid w:val="00B66C33"/>
    <w:rsid w:val="00B742FA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61CF"/>
    <w:rsid w:val="00C131B5"/>
    <w:rsid w:val="00C16ABF"/>
    <w:rsid w:val="00C170AE"/>
    <w:rsid w:val="00C26CB7"/>
    <w:rsid w:val="00C324C1"/>
    <w:rsid w:val="00C36992"/>
    <w:rsid w:val="00C56036"/>
    <w:rsid w:val="00C56D77"/>
    <w:rsid w:val="00C5702A"/>
    <w:rsid w:val="00C61DC5"/>
    <w:rsid w:val="00C64F2A"/>
    <w:rsid w:val="00C67E92"/>
    <w:rsid w:val="00C70A26"/>
    <w:rsid w:val="00C766DF"/>
    <w:rsid w:val="00C94940"/>
    <w:rsid w:val="00C94B98"/>
    <w:rsid w:val="00CA2B96"/>
    <w:rsid w:val="00CA5089"/>
    <w:rsid w:val="00CC63C8"/>
    <w:rsid w:val="00CC7CFD"/>
    <w:rsid w:val="00CD6897"/>
    <w:rsid w:val="00CE5BAC"/>
    <w:rsid w:val="00CE6A57"/>
    <w:rsid w:val="00CF25BE"/>
    <w:rsid w:val="00CF78ED"/>
    <w:rsid w:val="00D02B25"/>
    <w:rsid w:val="00D02EBA"/>
    <w:rsid w:val="00D05C02"/>
    <w:rsid w:val="00D17C3C"/>
    <w:rsid w:val="00D22573"/>
    <w:rsid w:val="00D26B2C"/>
    <w:rsid w:val="00D352C9"/>
    <w:rsid w:val="00D425B2"/>
    <w:rsid w:val="00D428D6"/>
    <w:rsid w:val="00D552B2"/>
    <w:rsid w:val="00D573FF"/>
    <w:rsid w:val="00D608D1"/>
    <w:rsid w:val="00D60E12"/>
    <w:rsid w:val="00D74119"/>
    <w:rsid w:val="00D8075B"/>
    <w:rsid w:val="00D8678B"/>
    <w:rsid w:val="00DA2114"/>
    <w:rsid w:val="00DE09C0"/>
    <w:rsid w:val="00DE4A14"/>
    <w:rsid w:val="00DF320D"/>
    <w:rsid w:val="00DF71C8"/>
    <w:rsid w:val="00DF73DD"/>
    <w:rsid w:val="00E014C9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2DFC"/>
    <w:rsid w:val="00E877D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18B3"/>
    <w:rsid w:val="00F27A7B"/>
    <w:rsid w:val="00F526AF"/>
    <w:rsid w:val="00F617C3"/>
    <w:rsid w:val="00F7066B"/>
    <w:rsid w:val="00F70D58"/>
    <w:rsid w:val="00F75FCD"/>
    <w:rsid w:val="00F83B28"/>
    <w:rsid w:val="00F974DA"/>
    <w:rsid w:val="00FA46E5"/>
    <w:rsid w:val="00FB7DBA"/>
    <w:rsid w:val="00FC0E21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BE431"/>
  <w15:docId w15:val="{DBE5944D-6C62-426E-959A-4781D722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352AB-80D1-494F-8D70-430051D6C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1273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2020-02-03T08:01:00Z</dcterms:created>
  <dcterms:modified xsi:type="dcterms:W3CDTF">2021-09-06T10:00:00Z</dcterms:modified>
</cp:coreProperties>
</file>